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B33" w:rsidRPr="004C370B" w:rsidRDefault="00FF7B33" w:rsidP="000F72FB">
      <w:pPr>
        <w:jc w:val="both"/>
        <w:rPr>
          <w:rFonts w:ascii="PF DinText Pro" w:hAnsi="PF DinText Pro"/>
          <w:b/>
          <w:bCs/>
          <w:color w:val="17365D" w:themeColor="text2" w:themeShade="BF"/>
          <w:sz w:val="28"/>
          <w:szCs w:val="28"/>
        </w:rPr>
      </w:pPr>
      <w:r w:rsidRPr="004C370B">
        <w:rPr>
          <w:rFonts w:ascii="PF DinText Pro" w:hAnsi="PF DinText Pro"/>
          <w:b/>
          <w:bCs/>
          <w:color w:val="548DD4" w:themeColor="text2" w:themeTint="99"/>
          <w:sz w:val="28"/>
          <w:szCs w:val="28"/>
        </w:rPr>
        <w:t xml:space="preserve">Modelo Exemplificativo nº 1 </w:t>
      </w:r>
    </w:p>
    <w:p w:rsidR="00FF7B33" w:rsidRPr="004C370B" w:rsidRDefault="00FF7B33" w:rsidP="008A7827">
      <w:pPr>
        <w:keepNext/>
        <w:jc w:val="center"/>
        <w:outlineLvl w:val="2"/>
        <w:rPr>
          <w:rFonts w:ascii="PF DinText Pro" w:hAnsi="PF DinText Pro"/>
          <w:b/>
          <w:bCs/>
          <w:u w:val="single"/>
        </w:rPr>
      </w:pPr>
    </w:p>
    <w:p w:rsidR="003A3AE6" w:rsidRDefault="003A3AE6" w:rsidP="008A7827">
      <w:pPr>
        <w:keepNext/>
        <w:jc w:val="center"/>
        <w:outlineLvl w:val="2"/>
        <w:rPr>
          <w:rFonts w:ascii="PF DinText Pro" w:hAnsi="PF DinText Pro"/>
          <w:b/>
          <w:bCs/>
          <w:u w:val="single"/>
        </w:rPr>
      </w:pPr>
    </w:p>
    <w:p w:rsidR="00FF7B33" w:rsidRPr="004C370B" w:rsidRDefault="00FF7B33" w:rsidP="008A7827">
      <w:pPr>
        <w:keepNext/>
        <w:jc w:val="center"/>
        <w:outlineLvl w:val="2"/>
        <w:rPr>
          <w:rFonts w:ascii="PF DinText Pro" w:hAnsi="PF DinText Pro"/>
          <w:b/>
          <w:bCs/>
          <w:u w:val="single"/>
        </w:rPr>
      </w:pPr>
      <w:r w:rsidRPr="004C370B">
        <w:rPr>
          <w:rFonts w:ascii="PF DinText Pro" w:hAnsi="PF DinText Pro"/>
          <w:b/>
          <w:bCs/>
          <w:u w:val="single"/>
        </w:rPr>
        <w:t xml:space="preserve">Declaração de Propositura </w:t>
      </w:r>
    </w:p>
    <w:p w:rsidR="00FF7B33" w:rsidRPr="004C370B" w:rsidRDefault="00FF7B33" w:rsidP="008A7827">
      <w:pPr>
        <w:keepNext/>
        <w:jc w:val="center"/>
        <w:outlineLvl w:val="2"/>
        <w:rPr>
          <w:rFonts w:ascii="PF DinText Pro" w:hAnsi="PF DinText Pro"/>
          <w:b/>
          <w:bCs/>
        </w:rPr>
      </w:pPr>
    </w:p>
    <w:p w:rsidR="00FF7B33" w:rsidRPr="004C370B" w:rsidRDefault="00FF7B33" w:rsidP="008A7827">
      <w:pPr>
        <w:keepNext/>
        <w:jc w:val="center"/>
        <w:outlineLvl w:val="2"/>
        <w:rPr>
          <w:rFonts w:ascii="PF DinText Pro" w:hAnsi="PF DinText Pro"/>
          <w:b/>
          <w:bCs/>
        </w:rPr>
      </w:pPr>
      <w:r w:rsidRPr="004C370B">
        <w:rPr>
          <w:rFonts w:ascii="PF DinText Pro" w:hAnsi="PF DinText Pro"/>
          <w:b/>
          <w:bCs/>
        </w:rPr>
        <w:t>(ou</w:t>
      </w:r>
      <w:r w:rsidRPr="004C370B">
        <w:rPr>
          <w:rFonts w:ascii="PF DinText Pro" w:hAnsi="PF DinText Pro"/>
        </w:rPr>
        <w:t xml:space="preserve"> </w:t>
      </w:r>
      <w:r w:rsidRPr="004C370B">
        <w:rPr>
          <w:rFonts w:ascii="PF DinText Pro" w:hAnsi="PF DinText Pro"/>
          <w:b/>
          <w:bCs/>
        </w:rPr>
        <w:t>Lista de Proponentes)</w:t>
      </w:r>
    </w:p>
    <w:p w:rsidR="00FF7B33" w:rsidRPr="004C370B" w:rsidRDefault="00FF7B33" w:rsidP="008A7827">
      <w:pPr>
        <w:keepNext/>
        <w:jc w:val="both"/>
        <w:outlineLvl w:val="0"/>
        <w:rPr>
          <w:rFonts w:ascii="PF DinText Pro" w:hAnsi="PF DinText Pro"/>
          <w:szCs w:val="20"/>
        </w:rPr>
      </w:pPr>
    </w:p>
    <w:p w:rsidR="00FF7B33" w:rsidRPr="004C370B" w:rsidRDefault="00FF7B33" w:rsidP="008A7827">
      <w:pPr>
        <w:keepNext/>
        <w:jc w:val="both"/>
        <w:outlineLvl w:val="0"/>
        <w:rPr>
          <w:rFonts w:ascii="PF DinText Pro" w:hAnsi="PF DinText Pro"/>
          <w:szCs w:val="20"/>
        </w:rPr>
      </w:pPr>
      <w:r w:rsidRPr="004C370B">
        <w:rPr>
          <w:rFonts w:ascii="PF DinText Pro" w:hAnsi="PF DinText Pro"/>
          <w:szCs w:val="20"/>
        </w:rPr>
        <w:t>Eleições Autárquicas 20</w:t>
      </w:r>
      <w:r w:rsidR="00934740" w:rsidRPr="004C370B">
        <w:rPr>
          <w:rFonts w:ascii="PF DinText Pro" w:hAnsi="PF DinText Pro"/>
          <w:szCs w:val="20"/>
        </w:rPr>
        <w:t>13</w:t>
      </w:r>
      <w:r w:rsidRPr="004C370B">
        <w:rPr>
          <w:rFonts w:ascii="PF DinText Pro" w:hAnsi="PF DinText Pro"/>
          <w:szCs w:val="20"/>
        </w:rPr>
        <w:t xml:space="preserve"> </w:t>
      </w:r>
    </w:p>
    <w:p w:rsidR="00FF7B33" w:rsidRPr="004C370B" w:rsidRDefault="00FF7B33" w:rsidP="008A7827">
      <w:pPr>
        <w:rPr>
          <w:rFonts w:ascii="PF DinText Pro" w:hAnsi="PF DinText Pro"/>
        </w:rPr>
      </w:pPr>
    </w:p>
    <w:p w:rsidR="00FF7B33" w:rsidRPr="004C370B" w:rsidRDefault="00FF7B33" w:rsidP="008A7827">
      <w:pPr>
        <w:rPr>
          <w:rFonts w:ascii="PF DinText Pro" w:hAnsi="PF DinText Pro"/>
        </w:rPr>
      </w:pPr>
    </w:p>
    <w:p w:rsidR="00FF7B33" w:rsidRPr="004C370B" w:rsidRDefault="00FF7B33" w:rsidP="008A7827">
      <w:pPr>
        <w:jc w:val="both"/>
        <w:rPr>
          <w:rFonts w:ascii="PF DinText Pro" w:hAnsi="PF DinText Pro"/>
          <w:b/>
          <w:szCs w:val="20"/>
        </w:rPr>
      </w:pPr>
      <w:r w:rsidRPr="004C370B">
        <w:rPr>
          <w:rFonts w:ascii="PF DinText Pro" w:hAnsi="PF DinText Pro"/>
          <w:b/>
          <w:szCs w:val="20"/>
        </w:rPr>
        <w:t xml:space="preserve">Os abaixo assinados declaram, por sua honra, apoiar a lista do grupo de cidadãos eleitores à eleição da </w:t>
      </w:r>
      <w:r w:rsidRPr="004C370B">
        <w:rPr>
          <w:rFonts w:ascii="PF DinText Pro" w:hAnsi="PF DinText Pro"/>
          <w:b/>
          <w:i/>
          <w:iCs/>
          <w:szCs w:val="20"/>
        </w:rPr>
        <w:t xml:space="preserve">Assembleia de Freguesia, Assembleia Municipal, Câmara Municipal </w:t>
      </w:r>
      <w:r w:rsidRPr="004C370B">
        <w:rPr>
          <w:rFonts w:ascii="PF DinText Pro" w:hAnsi="PF DinText Pro"/>
          <w:b/>
          <w:szCs w:val="20"/>
        </w:rPr>
        <w:t>de _______________________, sob a denominação de ________________________, constituída pelos seguintes candidatos: ________ _________, _________, __________, __________, ____________.</w:t>
      </w:r>
    </w:p>
    <w:p w:rsidR="00FF7B33" w:rsidRPr="004C370B" w:rsidRDefault="00FF7B33" w:rsidP="008A7827">
      <w:pPr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(Nome completo) ____________________________________________________,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(CC</w:t>
      </w:r>
      <w:r w:rsidR="00781CFA">
        <w:rPr>
          <w:rFonts w:ascii="PF DinText Pro" w:hAnsi="PF DinText Pro"/>
          <w:bCs/>
          <w:i/>
          <w:iCs/>
        </w:rPr>
        <w:t>/BI</w:t>
      </w:r>
      <w:r w:rsidRPr="004C370B">
        <w:rPr>
          <w:rFonts w:ascii="PF DinText Pro" w:hAnsi="PF DinText Pro"/>
          <w:bCs/>
          <w:i/>
          <w:iCs/>
        </w:rPr>
        <w:t xml:space="preserve"> n</w:t>
      </w:r>
      <w:r w:rsidR="00781CFA">
        <w:rPr>
          <w:rFonts w:ascii="PF DinText Pro" w:hAnsi="PF DinText Pro"/>
          <w:bCs/>
          <w:i/>
          <w:iCs/>
        </w:rPr>
        <w:t>.</w:t>
      </w:r>
      <w:r w:rsidRPr="004C370B">
        <w:rPr>
          <w:rFonts w:ascii="PF DinText Pro" w:hAnsi="PF DinText Pro"/>
          <w:bCs/>
          <w:i/>
          <w:iCs/>
        </w:rPr>
        <w:t>º)</w:t>
      </w:r>
      <w:r w:rsidR="00781CFA"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________________,</w:t>
      </w:r>
      <w:r w:rsidR="00781CFA"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(Nº de Eleitor) ____________________,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(Unidade geográfica de recenseamento - freguesia) _____________________________,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(Assinatura)</w:t>
      </w:r>
      <w:r w:rsidR="00781CFA"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____________________________________________________________.</w:t>
      </w:r>
    </w:p>
    <w:p w:rsidR="00FF7B33" w:rsidRPr="004C370B" w:rsidRDefault="00FF7B33" w:rsidP="008A7827">
      <w:pPr>
        <w:jc w:val="both"/>
        <w:rPr>
          <w:rFonts w:ascii="PF DinText Pro" w:hAnsi="PF DinText Pro"/>
          <w:b/>
          <w:bCs/>
          <w:i/>
          <w:iCs/>
        </w:rPr>
      </w:pP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(Nome completo) ____________________________________________________,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</w:t>
      </w:r>
      <w:r w:rsidR="00781CFA" w:rsidRPr="004C370B">
        <w:rPr>
          <w:rFonts w:ascii="PF DinText Pro" w:hAnsi="PF DinText Pro"/>
          <w:bCs/>
          <w:i/>
          <w:iCs/>
        </w:rPr>
        <w:t>CC</w:t>
      </w:r>
      <w:r w:rsidR="00781CFA">
        <w:rPr>
          <w:rFonts w:ascii="PF DinText Pro" w:hAnsi="PF DinText Pro"/>
          <w:bCs/>
          <w:i/>
          <w:iCs/>
        </w:rPr>
        <w:t>/BI</w:t>
      </w:r>
      <w:r w:rsidRPr="004C370B">
        <w:rPr>
          <w:rFonts w:ascii="PF DinText Pro" w:hAnsi="PF DinText Pro"/>
          <w:bCs/>
          <w:i/>
          <w:iCs/>
        </w:rPr>
        <w:t xml:space="preserve"> n</w:t>
      </w:r>
      <w:r w:rsidR="00781CFA">
        <w:rPr>
          <w:rFonts w:ascii="PF DinText Pro" w:hAnsi="PF DinText Pro"/>
          <w:bCs/>
          <w:i/>
          <w:iCs/>
        </w:rPr>
        <w:t>.</w:t>
      </w:r>
      <w:r w:rsidRPr="004C370B">
        <w:rPr>
          <w:rFonts w:ascii="PF DinText Pro" w:hAnsi="PF DinText Pro"/>
          <w:bCs/>
          <w:i/>
          <w:iCs/>
        </w:rPr>
        <w:t>º)</w:t>
      </w:r>
      <w:r w:rsidR="00781CFA"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________________,</w:t>
      </w:r>
      <w:r w:rsidR="00781CFA"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(Nº de Eleitor) ____________________,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(Unidade geográfica de recenseamento - freguesia) _____________________________, (Assinatura)</w:t>
      </w:r>
      <w:r w:rsidR="00781CFA"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____________________________________________________________.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</w:p>
    <w:p w:rsidR="00FF7B33" w:rsidRPr="004C370B" w:rsidRDefault="00FF7B33" w:rsidP="008A7827">
      <w:pPr>
        <w:jc w:val="both"/>
        <w:rPr>
          <w:rFonts w:ascii="PF DinText Pro" w:hAnsi="PF DinText Pro"/>
          <w:b/>
          <w:bCs/>
          <w:i/>
          <w:iCs/>
        </w:rPr>
      </w:pP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(Nome completo) ____________________________________________________,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</w:t>
      </w:r>
      <w:r w:rsidR="00781CFA" w:rsidRPr="004C370B">
        <w:rPr>
          <w:rFonts w:ascii="PF DinText Pro" w:hAnsi="PF DinText Pro"/>
          <w:bCs/>
          <w:i/>
          <w:iCs/>
        </w:rPr>
        <w:t>CC</w:t>
      </w:r>
      <w:r w:rsidR="00781CFA">
        <w:rPr>
          <w:rFonts w:ascii="PF DinText Pro" w:hAnsi="PF DinText Pro"/>
          <w:bCs/>
          <w:i/>
          <w:iCs/>
        </w:rPr>
        <w:t>/BI</w:t>
      </w:r>
      <w:r w:rsidRPr="004C370B">
        <w:rPr>
          <w:rFonts w:ascii="PF DinText Pro" w:hAnsi="PF DinText Pro"/>
          <w:bCs/>
          <w:i/>
          <w:iCs/>
        </w:rPr>
        <w:t xml:space="preserve"> n</w:t>
      </w:r>
      <w:r w:rsidR="00781CFA">
        <w:rPr>
          <w:rFonts w:ascii="PF DinText Pro" w:hAnsi="PF DinText Pro"/>
          <w:bCs/>
          <w:i/>
          <w:iCs/>
        </w:rPr>
        <w:t>.</w:t>
      </w:r>
      <w:r w:rsidRPr="004C370B">
        <w:rPr>
          <w:rFonts w:ascii="PF DinText Pro" w:hAnsi="PF DinText Pro"/>
          <w:bCs/>
          <w:i/>
          <w:iCs/>
        </w:rPr>
        <w:t>º)</w:t>
      </w:r>
      <w:r w:rsidR="00781CFA"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________________,</w:t>
      </w:r>
      <w:r w:rsidR="00781CFA"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(Nº de Eleitor) ____________________,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(Unidade geográfica de recenseamento - freguesia) _____________________________, (Assinatura)</w:t>
      </w:r>
      <w:r w:rsidR="00781CFA"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____________________________________________________________.</w:t>
      </w:r>
    </w:p>
    <w:p w:rsidR="00FF7B33" w:rsidRPr="004C370B" w:rsidRDefault="00FF7B33" w:rsidP="006A11E6">
      <w:pPr>
        <w:jc w:val="right"/>
        <w:rPr>
          <w:rFonts w:ascii="PF DinText Pro" w:hAnsi="PF DinText Pro"/>
        </w:rPr>
      </w:pPr>
      <w:r w:rsidRPr="004C370B">
        <w:rPr>
          <w:rFonts w:ascii="PF DinText Pro" w:hAnsi="PF DinText Pro"/>
        </w:rPr>
        <w:t>(E assim sucessivamente)</w:t>
      </w:r>
    </w:p>
    <w:p w:rsidR="00FF7B33" w:rsidRPr="004C370B" w:rsidRDefault="00FF7B33" w:rsidP="008A7827">
      <w:pPr>
        <w:rPr>
          <w:rFonts w:ascii="PF DinText Pro" w:hAnsi="PF DinText Pro"/>
        </w:rPr>
      </w:pPr>
    </w:p>
    <w:p w:rsidR="00FF7B33" w:rsidRPr="004C370B" w:rsidRDefault="00FF7B33" w:rsidP="008A7827">
      <w:pPr>
        <w:jc w:val="both"/>
        <w:rPr>
          <w:rFonts w:ascii="PF DinText Pro" w:hAnsi="PF DinText Pro"/>
        </w:rPr>
      </w:pPr>
      <w:r w:rsidRPr="004C370B">
        <w:rPr>
          <w:rFonts w:ascii="PF DinText Pro" w:hAnsi="PF DinText Pro"/>
        </w:rPr>
        <w:t>Para os efeitos previstos no artigo 22</w:t>
      </w:r>
      <w:r w:rsidR="006A11E6">
        <w:rPr>
          <w:rFonts w:ascii="PF DinText Pro" w:hAnsi="PF DinText Pro"/>
        </w:rPr>
        <w:t>.</w:t>
      </w:r>
      <w:r w:rsidRPr="004C370B">
        <w:rPr>
          <w:rFonts w:ascii="PF DinText Pro" w:hAnsi="PF DinText Pro"/>
        </w:rPr>
        <w:t>º da Lei Eleitoral dos Órgãos das Autarquias Locais, aprovada pela Lei Orgânica n</w:t>
      </w:r>
      <w:r w:rsidR="0046151F" w:rsidRPr="004C370B">
        <w:rPr>
          <w:rFonts w:ascii="PF DinText Pro" w:hAnsi="PF DinText Pro"/>
        </w:rPr>
        <w:t>.</w:t>
      </w:r>
      <w:r w:rsidRPr="004C370B">
        <w:rPr>
          <w:rFonts w:ascii="PF DinText Pro" w:hAnsi="PF DinText Pro"/>
        </w:rPr>
        <w:t xml:space="preserve">º 1/2001, de 14 de </w:t>
      </w:r>
      <w:r w:rsidR="0046151F" w:rsidRPr="004C370B">
        <w:rPr>
          <w:rFonts w:ascii="PF DinText Pro" w:hAnsi="PF DinText Pro"/>
        </w:rPr>
        <w:t>a</w:t>
      </w:r>
      <w:r w:rsidRPr="004C370B">
        <w:rPr>
          <w:rFonts w:ascii="PF DinText Pro" w:hAnsi="PF DinText Pro"/>
        </w:rPr>
        <w:t xml:space="preserve">gosto, os acima identificados eleitores proponentes designam seu </w:t>
      </w:r>
      <w:r w:rsidRPr="004C370B">
        <w:rPr>
          <w:rFonts w:ascii="PF DinText Pro" w:hAnsi="PF DinText Pro"/>
          <w:b/>
          <w:bCs/>
        </w:rPr>
        <w:t>mandatário</w:t>
      </w:r>
      <w:r w:rsidRPr="004C370B">
        <w:rPr>
          <w:rFonts w:ascii="PF DinText Pro" w:hAnsi="PF DinText Pro"/>
        </w:rPr>
        <w:t xml:space="preserve"> </w:t>
      </w:r>
      <w:r w:rsidR="006A11E6">
        <w:rPr>
          <w:rFonts w:ascii="PF DinText Pro" w:hAnsi="PF DinText Pro"/>
        </w:rPr>
        <w:t>_____________________</w:t>
      </w:r>
      <w:r w:rsidR="006A11E6">
        <w:rPr>
          <w:rFonts w:ascii="PF DinText Pro" w:hAnsi="PF DinText Pro"/>
          <w:i/>
          <w:iCs/>
        </w:rPr>
        <w:t xml:space="preserve">(nome completo), </w:t>
      </w:r>
      <w:r w:rsidRPr="004C370B">
        <w:rPr>
          <w:rFonts w:ascii="PF DinText Pro" w:hAnsi="PF DinText Pro"/>
        </w:rPr>
        <w:t xml:space="preserve">recenseado </w:t>
      </w:r>
      <w:r w:rsidRPr="004C370B">
        <w:rPr>
          <w:rFonts w:ascii="PF DinText Pro" w:hAnsi="PF DinText Pro"/>
          <w:i/>
          <w:iCs/>
        </w:rPr>
        <w:t>nesta freguesia, neste concelho</w:t>
      </w:r>
      <w:r w:rsidRPr="004C370B">
        <w:rPr>
          <w:rFonts w:ascii="PF DinText Pro" w:hAnsi="PF DinText Pro"/>
        </w:rPr>
        <w:t xml:space="preserve">, com o número de </w:t>
      </w:r>
      <w:r w:rsidR="00781CFA" w:rsidRPr="00781CFA">
        <w:rPr>
          <w:rFonts w:ascii="PF DinText Pro" w:hAnsi="PF DinText Pro"/>
        </w:rPr>
        <w:t>CC/BI</w:t>
      </w:r>
      <w:r w:rsidRPr="004C370B">
        <w:rPr>
          <w:rFonts w:ascii="PF DinText Pro" w:hAnsi="PF DinText Pro"/>
        </w:rPr>
        <w:t xml:space="preserve"> _______, e com morada na sede do município em ______________</w:t>
      </w:r>
      <w:r w:rsidR="006A11E6">
        <w:rPr>
          <w:rFonts w:ascii="PF DinText Pro" w:hAnsi="PF DinText Pro"/>
        </w:rPr>
        <w:t>_____</w:t>
      </w:r>
      <w:r w:rsidRPr="004C370B">
        <w:rPr>
          <w:rFonts w:ascii="PF DinText Pro" w:hAnsi="PF DinText Pro"/>
        </w:rPr>
        <w:t>___________</w:t>
      </w:r>
    </w:p>
    <w:p w:rsidR="00FF7B33" w:rsidRPr="004C370B" w:rsidRDefault="00FF7B33" w:rsidP="008A7827">
      <w:pPr>
        <w:jc w:val="both"/>
        <w:rPr>
          <w:rFonts w:ascii="PF DinText Pro" w:hAnsi="PF DinText Pro"/>
        </w:rPr>
      </w:pPr>
      <w:r w:rsidRPr="004C370B">
        <w:rPr>
          <w:rFonts w:ascii="PF DinText Pro" w:hAnsi="PF DinText Pro"/>
        </w:rPr>
        <w:t>__________________________________________________.</w:t>
      </w:r>
    </w:p>
    <w:p w:rsidR="00FF7B33" w:rsidRPr="004C370B" w:rsidRDefault="00FF7B33" w:rsidP="008A7827">
      <w:pPr>
        <w:rPr>
          <w:rFonts w:ascii="PF DinText Pro" w:hAnsi="PF DinText Pro"/>
        </w:rPr>
      </w:pPr>
    </w:p>
    <w:p w:rsidR="003D4B5E" w:rsidRDefault="003D4B5E">
      <w:pPr>
        <w:rPr>
          <w:rFonts w:ascii="PF DinText Pro" w:hAnsi="PF DinText Pro"/>
          <w:b/>
          <w:bCs/>
          <w:color w:val="548DD4" w:themeColor="text2" w:themeTint="99"/>
          <w:sz w:val="28"/>
          <w:szCs w:val="28"/>
        </w:rPr>
      </w:pPr>
      <w:r>
        <w:rPr>
          <w:rFonts w:ascii="PF DinText Pro" w:hAnsi="PF DinText Pro"/>
          <w:b/>
          <w:bCs/>
          <w:color w:val="548DD4" w:themeColor="text2" w:themeTint="99"/>
          <w:sz w:val="28"/>
          <w:szCs w:val="28"/>
        </w:rPr>
        <w:br w:type="page"/>
      </w:r>
    </w:p>
    <w:p w:rsidR="00FF7B33" w:rsidRPr="004C370B" w:rsidRDefault="00FF7B33" w:rsidP="006A11E6">
      <w:pPr>
        <w:rPr>
          <w:rFonts w:ascii="PF DinText Pro" w:hAnsi="PF DinText Pro"/>
          <w:b/>
          <w:bCs/>
          <w:color w:val="548DD4" w:themeColor="text2" w:themeTint="99"/>
          <w:sz w:val="28"/>
          <w:szCs w:val="28"/>
        </w:rPr>
      </w:pPr>
      <w:r w:rsidRPr="004C370B">
        <w:rPr>
          <w:rFonts w:ascii="PF DinText Pro" w:hAnsi="PF DinText Pro"/>
          <w:b/>
          <w:bCs/>
          <w:color w:val="548DD4" w:themeColor="text2" w:themeTint="99"/>
          <w:sz w:val="28"/>
          <w:szCs w:val="28"/>
        </w:rPr>
        <w:lastRenderedPageBreak/>
        <w:t>Modelo Exemplificativo nº 2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Cs/>
          <w:szCs w:val="20"/>
        </w:rPr>
      </w:pPr>
    </w:p>
    <w:p w:rsidR="003A3AE6" w:rsidRDefault="003A3AE6" w:rsidP="008A7827">
      <w:pPr>
        <w:jc w:val="center"/>
        <w:rPr>
          <w:rFonts w:ascii="PF DinText Pro" w:hAnsi="PF DinText Pro"/>
          <w:b/>
          <w:iCs/>
          <w:szCs w:val="20"/>
          <w:u w:val="single"/>
        </w:rPr>
      </w:pPr>
    </w:p>
    <w:p w:rsidR="00FF7B33" w:rsidRPr="004C370B" w:rsidRDefault="00FF7B33" w:rsidP="008A7827">
      <w:pPr>
        <w:jc w:val="center"/>
        <w:rPr>
          <w:rFonts w:ascii="PF DinText Pro" w:hAnsi="PF DinText Pro"/>
          <w:b/>
          <w:iCs/>
          <w:szCs w:val="20"/>
          <w:u w:val="single"/>
        </w:rPr>
      </w:pPr>
      <w:r w:rsidRPr="004C370B">
        <w:rPr>
          <w:rFonts w:ascii="PF DinText Pro" w:hAnsi="PF DinText Pro"/>
          <w:b/>
          <w:iCs/>
          <w:szCs w:val="20"/>
          <w:u w:val="single"/>
        </w:rPr>
        <w:t>Lista de Candidatos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Cs/>
          <w:szCs w:val="20"/>
        </w:rPr>
      </w:pPr>
    </w:p>
    <w:p w:rsidR="00FF7B33" w:rsidRPr="004C370B" w:rsidRDefault="00FF7B33" w:rsidP="008A7827">
      <w:pPr>
        <w:keepNext/>
        <w:jc w:val="both"/>
        <w:outlineLvl w:val="0"/>
        <w:rPr>
          <w:rFonts w:ascii="PF DinText Pro" w:hAnsi="PF DinText Pro"/>
          <w:szCs w:val="20"/>
        </w:rPr>
      </w:pPr>
      <w:r w:rsidRPr="004C370B">
        <w:rPr>
          <w:rFonts w:ascii="PF DinText Pro" w:hAnsi="PF DinText Pro"/>
          <w:szCs w:val="20"/>
        </w:rPr>
        <w:t>Eleições Autárquicas 20</w:t>
      </w:r>
      <w:r w:rsidR="00934740" w:rsidRPr="004C370B">
        <w:rPr>
          <w:rFonts w:ascii="PF DinText Pro" w:hAnsi="PF DinText Pro"/>
          <w:szCs w:val="20"/>
        </w:rPr>
        <w:t>13</w:t>
      </w:r>
      <w:r w:rsidRPr="004C370B">
        <w:rPr>
          <w:rFonts w:ascii="PF DinText Pro" w:hAnsi="PF DinText Pro"/>
          <w:szCs w:val="20"/>
        </w:rPr>
        <w:t xml:space="preserve"> </w:t>
      </w:r>
    </w:p>
    <w:p w:rsidR="00FF7B33" w:rsidRPr="004C370B" w:rsidRDefault="00FF7B33" w:rsidP="008A7827">
      <w:pPr>
        <w:keepNext/>
        <w:jc w:val="both"/>
        <w:outlineLvl w:val="0"/>
        <w:rPr>
          <w:rFonts w:ascii="PF DinText Pro" w:hAnsi="PF DinText Pro"/>
          <w:szCs w:val="20"/>
        </w:rPr>
      </w:pPr>
    </w:p>
    <w:p w:rsidR="00FF7B33" w:rsidRPr="004C370B" w:rsidRDefault="00FF7B33" w:rsidP="008A7827">
      <w:pPr>
        <w:keepNext/>
        <w:jc w:val="both"/>
        <w:outlineLvl w:val="0"/>
        <w:rPr>
          <w:rFonts w:ascii="PF DinText Pro" w:hAnsi="PF DinText Pro"/>
        </w:rPr>
      </w:pPr>
      <w:r w:rsidRPr="004C370B">
        <w:rPr>
          <w:rFonts w:ascii="PF DinText Pro" w:hAnsi="PF DinText Pro"/>
          <w:szCs w:val="20"/>
        </w:rPr>
        <w:t>Lista de candidatos à</w:t>
      </w:r>
      <w:r w:rsidRPr="004C370B">
        <w:rPr>
          <w:rFonts w:ascii="PF DinText Pro" w:hAnsi="PF DinText Pro"/>
          <w:bCs/>
          <w:iCs/>
          <w:szCs w:val="20"/>
        </w:rPr>
        <w:t xml:space="preserve"> Eleição da </w:t>
      </w:r>
      <w:r w:rsidRPr="004C370B">
        <w:rPr>
          <w:rFonts w:ascii="PF DinText Pro" w:hAnsi="PF DinText Pro"/>
          <w:bCs/>
          <w:i/>
          <w:szCs w:val="20"/>
        </w:rPr>
        <w:t xml:space="preserve">Assembleia de Freguesia, Assembleia Municipal, Câmara Municipal </w:t>
      </w:r>
      <w:proofErr w:type="gramStart"/>
      <w:r w:rsidRPr="004C370B">
        <w:rPr>
          <w:rFonts w:ascii="PF DinText Pro" w:hAnsi="PF DinText Pro"/>
          <w:bCs/>
          <w:szCs w:val="20"/>
        </w:rPr>
        <w:t xml:space="preserve">de </w:t>
      </w:r>
      <w:r w:rsidRPr="004C370B">
        <w:rPr>
          <w:rFonts w:ascii="PF DinText Pro" w:hAnsi="PF DinText Pro"/>
          <w:bCs/>
          <w:i/>
          <w:szCs w:val="20"/>
        </w:rPr>
        <w:t>____________________</w:t>
      </w:r>
      <w:r w:rsidRPr="004C370B">
        <w:rPr>
          <w:rFonts w:ascii="PF DinText Pro" w:hAnsi="PF DinText Pro"/>
          <w:bCs/>
          <w:szCs w:val="20"/>
        </w:rPr>
        <w:t xml:space="preserve"> </w:t>
      </w:r>
      <w:r w:rsidRPr="004C370B">
        <w:rPr>
          <w:rFonts w:ascii="PF DinText Pro" w:hAnsi="PF DinText Pro"/>
        </w:rPr>
        <w:t>do</w:t>
      </w:r>
      <w:proofErr w:type="gramEnd"/>
      <w:r w:rsidRPr="004C370B">
        <w:rPr>
          <w:rFonts w:ascii="PF DinText Pro" w:hAnsi="PF DinText Pro"/>
        </w:rPr>
        <w:t xml:space="preserve"> grupo de cidadãos eleitores com a denominação </w:t>
      </w:r>
      <w:r w:rsidRPr="004C370B">
        <w:rPr>
          <w:rFonts w:ascii="PF DinText Pro" w:hAnsi="PF DinText Pro"/>
          <w:i/>
          <w:iCs/>
        </w:rPr>
        <w:t>________</w:t>
      </w:r>
      <w:r w:rsidRPr="004C370B">
        <w:rPr>
          <w:rFonts w:ascii="PF DinText Pro" w:hAnsi="PF DinText Pro"/>
        </w:rPr>
        <w:t>______________ e sigla _________________.</w:t>
      </w:r>
    </w:p>
    <w:p w:rsidR="00FF7B33" w:rsidRDefault="00FF7B33" w:rsidP="008A7827">
      <w:pPr>
        <w:jc w:val="both"/>
        <w:rPr>
          <w:rFonts w:ascii="PF DinText Pro" w:hAnsi="PF DinText Pro"/>
        </w:rPr>
      </w:pPr>
    </w:p>
    <w:p w:rsidR="006A11E6" w:rsidRPr="005655D5" w:rsidRDefault="006A11E6" w:rsidP="008A7827">
      <w:pPr>
        <w:jc w:val="both"/>
        <w:rPr>
          <w:rFonts w:ascii="PF DinText Pro" w:hAnsi="PF DinText Pro"/>
          <w:sz w:val="16"/>
          <w:szCs w:val="16"/>
        </w:rPr>
      </w:pPr>
    </w:p>
    <w:p w:rsidR="00FF7B33" w:rsidRPr="004C370B" w:rsidRDefault="00FF7B33" w:rsidP="008A7827">
      <w:pPr>
        <w:keepNext/>
        <w:jc w:val="both"/>
        <w:outlineLvl w:val="1"/>
        <w:rPr>
          <w:rFonts w:ascii="PF DinText Pro" w:hAnsi="PF DinText Pro"/>
          <w:b/>
          <w:smallCaps/>
          <w:szCs w:val="20"/>
        </w:rPr>
      </w:pPr>
      <w:r w:rsidRPr="004C370B">
        <w:rPr>
          <w:rFonts w:ascii="PF DinText Pro" w:hAnsi="PF DinText Pro"/>
          <w:b/>
          <w:smallCaps/>
          <w:szCs w:val="20"/>
        </w:rPr>
        <w:t>CANDIDATOS EFETIVOS</w:t>
      </w:r>
    </w:p>
    <w:p w:rsidR="00FF7B33" w:rsidRPr="004C370B" w:rsidRDefault="00FF7B33" w:rsidP="008A7827">
      <w:pPr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1 – (Nome completo) ____________________________________________________,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(Idade) _______,</w:t>
      </w:r>
      <w:r w:rsidR="005655D5"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C</w:t>
      </w:r>
      <w:r w:rsidR="005655D5">
        <w:rPr>
          <w:rFonts w:ascii="PF DinText Pro" w:hAnsi="PF DinText Pro"/>
          <w:bCs/>
          <w:i/>
          <w:iCs/>
        </w:rPr>
        <w:t xml:space="preserve">artão de Cidadão </w:t>
      </w:r>
      <w:r w:rsidRPr="004C370B">
        <w:rPr>
          <w:rFonts w:ascii="PF DinText Pro" w:hAnsi="PF DinText Pro"/>
          <w:bCs/>
          <w:i/>
          <w:iCs/>
        </w:rPr>
        <w:t>n</w:t>
      </w:r>
      <w:r w:rsidR="005655D5">
        <w:rPr>
          <w:rFonts w:ascii="PF DinText Pro" w:hAnsi="PF DinText Pro"/>
          <w:bCs/>
          <w:i/>
          <w:iCs/>
        </w:rPr>
        <w:t>.</w:t>
      </w:r>
      <w:r w:rsidRPr="004C370B">
        <w:rPr>
          <w:rFonts w:ascii="PF DinText Pro" w:hAnsi="PF DinText Pro"/>
          <w:bCs/>
          <w:i/>
          <w:iCs/>
        </w:rPr>
        <w:t>º</w:t>
      </w:r>
      <w:r w:rsidR="005655D5"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______</w:t>
      </w:r>
      <w:r w:rsidR="005655D5">
        <w:rPr>
          <w:rFonts w:ascii="PF DinText Pro" w:hAnsi="PF DinText Pro"/>
          <w:bCs/>
          <w:i/>
          <w:iCs/>
        </w:rPr>
        <w:t>_</w:t>
      </w:r>
      <w:r w:rsidRPr="004C370B">
        <w:rPr>
          <w:rFonts w:ascii="PF DinText Pro" w:hAnsi="PF DinText Pro"/>
          <w:bCs/>
          <w:i/>
          <w:iCs/>
        </w:rPr>
        <w:t>______</w:t>
      </w:r>
      <w:r w:rsidR="005655D5">
        <w:rPr>
          <w:rFonts w:ascii="PF DinText Pro" w:hAnsi="PF DinText Pro"/>
          <w:bCs/>
          <w:i/>
          <w:iCs/>
        </w:rPr>
        <w:t xml:space="preserve">válido até </w:t>
      </w:r>
      <w:r w:rsidRPr="004C370B">
        <w:rPr>
          <w:rFonts w:ascii="PF DinText Pro" w:hAnsi="PF DinText Pro"/>
          <w:bCs/>
          <w:i/>
          <w:iCs/>
        </w:rPr>
        <w:t>_</w:t>
      </w:r>
      <w:r w:rsidR="005655D5">
        <w:rPr>
          <w:rFonts w:ascii="PF DinText Pro" w:hAnsi="PF DinText Pro"/>
          <w:bCs/>
          <w:i/>
          <w:iCs/>
        </w:rPr>
        <w:t>______</w:t>
      </w:r>
      <w:r w:rsidRPr="004C370B">
        <w:rPr>
          <w:rFonts w:ascii="PF DinText Pro" w:hAnsi="PF DinText Pro"/>
          <w:bCs/>
          <w:i/>
          <w:iCs/>
        </w:rPr>
        <w:t>_________,</w:t>
      </w:r>
    </w:p>
    <w:p w:rsidR="00FF7B33" w:rsidRPr="004C370B" w:rsidRDefault="005655D5" w:rsidP="008A7827">
      <w:pPr>
        <w:jc w:val="both"/>
        <w:rPr>
          <w:rFonts w:ascii="PF DinText Pro" w:hAnsi="PF DinText Pro"/>
          <w:bCs/>
          <w:i/>
          <w:iCs/>
        </w:rPr>
      </w:pPr>
      <w:proofErr w:type="gramStart"/>
      <w:r w:rsidRPr="005655D5">
        <w:rPr>
          <w:rFonts w:ascii="PF DinText Pro" w:hAnsi="PF DinText Pro"/>
          <w:bCs/>
          <w:i/>
          <w:iCs/>
          <w:u w:val="single"/>
        </w:rPr>
        <w:t>ou</w:t>
      </w:r>
      <w:proofErr w:type="gramEnd"/>
      <w:r>
        <w:rPr>
          <w:rFonts w:ascii="PF DinText Pro" w:hAnsi="PF DinText Pro"/>
          <w:bCs/>
          <w:i/>
          <w:iCs/>
        </w:rPr>
        <w:t xml:space="preserve"> Bilhete de Identidade n.º ____________</w:t>
      </w:r>
      <w:r w:rsidR="00FF7B33" w:rsidRPr="004C370B">
        <w:rPr>
          <w:rFonts w:ascii="PF DinText Pro" w:hAnsi="PF DinText Pro"/>
          <w:bCs/>
          <w:i/>
          <w:iCs/>
        </w:rPr>
        <w:t>(Emitido em) _______________, (Arquivo de Identificação) ______________________,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(Filiação) _________________________________, (Profissão) 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(Naturalidade) _________________________________________________________,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(Residência) ____________________________</w:t>
      </w:r>
      <w:r w:rsidR="005655D5">
        <w:rPr>
          <w:rFonts w:ascii="PF DinText Pro" w:hAnsi="PF DinText Pro"/>
          <w:bCs/>
          <w:i/>
          <w:iCs/>
        </w:rPr>
        <w:t>_______________________________.</w:t>
      </w:r>
    </w:p>
    <w:p w:rsidR="00FF7B33" w:rsidRPr="004C370B" w:rsidRDefault="00FF7B33" w:rsidP="008A7827">
      <w:pPr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2 – (Nome completo) ____________________________________________________,</w:t>
      </w:r>
    </w:p>
    <w:p w:rsidR="005655D5" w:rsidRPr="004C370B" w:rsidRDefault="005655D5" w:rsidP="005655D5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(Idade) _______,</w:t>
      </w:r>
      <w:r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C</w:t>
      </w:r>
      <w:r>
        <w:rPr>
          <w:rFonts w:ascii="PF DinText Pro" w:hAnsi="PF DinText Pro"/>
          <w:bCs/>
          <w:i/>
          <w:iCs/>
        </w:rPr>
        <w:t xml:space="preserve">artão de Cidadão </w:t>
      </w:r>
      <w:r w:rsidRPr="004C370B">
        <w:rPr>
          <w:rFonts w:ascii="PF DinText Pro" w:hAnsi="PF DinText Pro"/>
          <w:bCs/>
          <w:i/>
          <w:iCs/>
        </w:rPr>
        <w:t>n</w:t>
      </w:r>
      <w:r>
        <w:rPr>
          <w:rFonts w:ascii="PF DinText Pro" w:hAnsi="PF DinText Pro"/>
          <w:bCs/>
          <w:i/>
          <w:iCs/>
        </w:rPr>
        <w:t>.</w:t>
      </w:r>
      <w:r w:rsidRPr="004C370B">
        <w:rPr>
          <w:rFonts w:ascii="PF DinText Pro" w:hAnsi="PF DinText Pro"/>
          <w:bCs/>
          <w:i/>
          <w:iCs/>
        </w:rPr>
        <w:t>º</w:t>
      </w:r>
      <w:r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______</w:t>
      </w:r>
      <w:r>
        <w:rPr>
          <w:rFonts w:ascii="PF DinText Pro" w:hAnsi="PF DinText Pro"/>
          <w:bCs/>
          <w:i/>
          <w:iCs/>
        </w:rPr>
        <w:t>_</w:t>
      </w:r>
      <w:r w:rsidRPr="004C370B">
        <w:rPr>
          <w:rFonts w:ascii="PF DinText Pro" w:hAnsi="PF DinText Pro"/>
          <w:bCs/>
          <w:i/>
          <w:iCs/>
        </w:rPr>
        <w:t>______</w:t>
      </w:r>
      <w:r>
        <w:rPr>
          <w:rFonts w:ascii="PF DinText Pro" w:hAnsi="PF DinText Pro"/>
          <w:bCs/>
          <w:i/>
          <w:iCs/>
        </w:rPr>
        <w:t xml:space="preserve">válido até </w:t>
      </w:r>
      <w:r w:rsidRPr="004C370B">
        <w:rPr>
          <w:rFonts w:ascii="PF DinText Pro" w:hAnsi="PF DinText Pro"/>
          <w:bCs/>
          <w:i/>
          <w:iCs/>
        </w:rPr>
        <w:t>_</w:t>
      </w:r>
      <w:r>
        <w:rPr>
          <w:rFonts w:ascii="PF DinText Pro" w:hAnsi="PF DinText Pro"/>
          <w:bCs/>
          <w:i/>
          <w:iCs/>
        </w:rPr>
        <w:t>______</w:t>
      </w:r>
      <w:r w:rsidRPr="004C370B">
        <w:rPr>
          <w:rFonts w:ascii="PF DinText Pro" w:hAnsi="PF DinText Pro"/>
          <w:bCs/>
          <w:i/>
          <w:iCs/>
        </w:rPr>
        <w:t>_________,</w:t>
      </w:r>
    </w:p>
    <w:p w:rsidR="005655D5" w:rsidRPr="004C370B" w:rsidRDefault="005655D5" w:rsidP="005655D5">
      <w:pPr>
        <w:jc w:val="both"/>
        <w:rPr>
          <w:rFonts w:ascii="PF DinText Pro" w:hAnsi="PF DinText Pro"/>
          <w:bCs/>
          <w:i/>
          <w:iCs/>
        </w:rPr>
      </w:pPr>
      <w:proofErr w:type="gramStart"/>
      <w:r>
        <w:rPr>
          <w:rFonts w:ascii="PF DinText Pro" w:hAnsi="PF DinText Pro"/>
          <w:bCs/>
          <w:i/>
          <w:iCs/>
        </w:rPr>
        <w:t>o</w:t>
      </w:r>
      <w:r w:rsidRPr="005655D5">
        <w:rPr>
          <w:rFonts w:ascii="PF DinText Pro" w:hAnsi="PF DinText Pro"/>
          <w:bCs/>
          <w:i/>
          <w:iCs/>
        </w:rPr>
        <w:t>u</w:t>
      </w:r>
      <w:proofErr w:type="gramEnd"/>
      <w:r>
        <w:rPr>
          <w:rFonts w:ascii="PF DinText Pro" w:hAnsi="PF DinText Pro"/>
          <w:bCs/>
          <w:i/>
          <w:iCs/>
        </w:rPr>
        <w:t xml:space="preserve"> Bilhete de Identidade n.º ____________</w:t>
      </w:r>
      <w:r w:rsidRPr="004C370B">
        <w:rPr>
          <w:rFonts w:ascii="PF DinText Pro" w:hAnsi="PF DinText Pro"/>
          <w:bCs/>
          <w:i/>
          <w:iCs/>
        </w:rPr>
        <w:t>(Emitido em) _______________, (Arquivo de Identificação) ______________________,</w:t>
      </w:r>
    </w:p>
    <w:p w:rsidR="00FF7B33" w:rsidRPr="004C370B" w:rsidRDefault="00FF7B33" w:rsidP="005655D5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(Filiação) _________________________________, (Profissão) 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(Naturalidade) _________________________________________________________,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(Residência) ____________________________</w:t>
      </w:r>
      <w:r w:rsidR="005655D5">
        <w:rPr>
          <w:rFonts w:ascii="PF DinText Pro" w:hAnsi="PF DinText Pro"/>
          <w:bCs/>
          <w:i/>
          <w:iCs/>
        </w:rPr>
        <w:t>_______________________________.</w:t>
      </w:r>
    </w:p>
    <w:p w:rsidR="00FF7B33" w:rsidRPr="004C370B" w:rsidRDefault="00FF7B33" w:rsidP="006A11E6">
      <w:pPr>
        <w:jc w:val="right"/>
        <w:rPr>
          <w:rFonts w:ascii="PF DinText Pro" w:hAnsi="PF DinText Pro"/>
        </w:rPr>
      </w:pPr>
      <w:r w:rsidRPr="004C370B">
        <w:rPr>
          <w:rFonts w:ascii="PF DinText Pro" w:hAnsi="PF DinText Pro"/>
        </w:rPr>
        <w:t>(</w:t>
      </w:r>
      <w:r w:rsidRPr="004C370B">
        <w:rPr>
          <w:rFonts w:ascii="PF DinText Pro" w:hAnsi="PF DinText Pro"/>
          <w:i/>
        </w:rPr>
        <w:t>E assim sucessivamente</w:t>
      </w:r>
      <w:r w:rsidRPr="004C370B">
        <w:rPr>
          <w:rFonts w:ascii="PF DinText Pro" w:hAnsi="PF DinText Pro"/>
        </w:rPr>
        <w:t>)</w:t>
      </w:r>
    </w:p>
    <w:p w:rsidR="006A11E6" w:rsidRPr="005655D5" w:rsidRDefault="006A11E6" w:rsidP="008A7827">
      <w:pPr>
        <w:keepNext/>
        <w:jc w:val="both"/>
        <w:outlineLvl w:val="1"/>
        <w:rPr>
          <w:rFonts w:ascii="PF DinText Pro" w:hAnsi="PF DinText Pro"/>
          <w:b/>
          <w:smallCaps/>
          <w:sz w:val="16"/>
          <w:szCs w:val="16"/>
        </w:rPr>
      </w:pPr>
    </w:p>
    <w:p w:rsidR="00FF7B33" w:rsidRPr="004C370B" w:rsidRDefault="00FF7B33" w:rsidP="008A7827">
      <w:pPr>
        <w:keepNext/>
        <w:jc w:val="both"/>
        <w:outlineLvl w:val="1"/>
        <w:rPr>
          <w:rFonts w:ascii="PF DinText Pro" w:hAnsi="PF DinText Pro"/>
          <w:b/>
          <w:smallCaps/>
          <w:szCs w:val="20"/>
        </w:rPr>
      </w:pPr>
      <w:r w:rsidRPr="004C370B">
        <w:rPr>
          <w:rFonts w:ascii="PF DinText Pro" w:hAnsi="PF DinText Pro"/>
          <w:b/>
          <w:smallCaps/>
          <w:szCs w:val="20"/>
        </w:rPr>
        <w:t>CANDIDATOS SUPLENTES</w:t>
      </w:r>
    </w:p>
    <w:p w:rsidR="00FF7B33" w:rsidRPr="004C370B" w:rsidRDefault="00FF7B33" w:rsidP="008A7827">
      <w:pPr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1 – (Nome completo) ____________________________________________________,</w:t>
      </w:r>
    </w:p>
    <w:p w:rsidR="005655D5" w:rsidRPr="004C370B" w:rsidRDefault="005655D5" w:rsidP="005655D5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(Idade) _______,</w:t>
      </w:r>
      <w:r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C</w:t>
      </w:r>
      <w:r>
        <w:rPr>
          <w:rFonts w:ascii="PF DinText Pro" w:hAnsi="PF DinText Pro"/>
          <w:bCs/>
          <w:i/>
          <w:iCs/>
        </w:rPr>
        <w:t xml:space="preserve">artão de Cidadão </w:t>
      </w:r>
      <w:r w:rsidRPr="004C370B">
        <w:rPr>
          <w:rFonts w:ascii="PF DinText Pro" w:hAnsi="PF DinText Pro"/>
          <w:bCs/>
          <w:i/>
          <w:iCs/>
        </w:rPr>
        <w:t>n</w:t>
      </w:r>
      <w:r>
        <w:rPr>
          <w:rFonts w:ascii="PF DinText Pro" w:hAnsi="PF DinText Pro"/>
          <w:bCs/>
          <w:i/>
          <w:iCs/>
        </w:rPr>
        <w:t>.</w:t>
      </w:r>
      <w:r w:rsidRPr="004C370B">
        <w:rPr>
          <w:rFonts w:ascii="PF DinText Pro" w:hAnsi="PF DinText Pro"/>
          <w:bCs/>
          <w:i/>
          <w:iCs/>
        </w:rPr>
        <w:t>º</w:t>
      </w:r>
      <w:r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______</w:t>
      </w:r>
      <w:r>
        <w:rPr>
          <w:rFonts w:ascii="PF DinText Pro" w:hAnsi="PF DinText Pro"/>
          <w:bCs/>
          <w:i/>
          <w:iCs/>
        </w:rPr>
        <w:t>_</w:t>
      </w:r>
      <w:r w:rsidRPr="004C370B">
        <w:rPr>
          <w:rFonts w:ascii="PF DinText Pro" w:hAnsi="PF DinText Pro"/>
          <w:bCs/>
          <w:i/>
          <w:iCs/>
        </w:rPr>
        <w:t>______</w:t>
      </w:r>
      <w:r>
        <w:rPr>
          <w:rFonts w:ascii="PF DinText Pro" w:hAnsi="PF DinText Pro"/>
          <w:bCs/>
          <w:i/>
          <w:iCs/>
        </w:rPr>
        <w:t xml:space="preserve">válido até </w:t>
      </w:r>
      <w:r w:rsidRPr="004C370B">
        <w:rPr>
          <w:rFonts w:ascii="PF DinText Pro" w:hAnsi="PF DinText Pro"/>
          <w:bCs/>
          <w:i/>
          <w:iCs/>
        </w:rPr>
        <w:t>_</w:t>
      </w:r>
      <w:r>
        <w:rPr>
          <w:rFonts w:ascii="PF DinText Pro" w:hAnsi="PF DinText Pro"/>
          <w:bCs/>
          <w:i/>
          <w:iCs/>
        </w:rPr>
        <w:t>______</w:t>
      </w:r>
      <w:r w:rsidRPr="004C370B">
        <w:rPr>
          <w:rFonts w:ascii="PF DinText Pro" w:hAnsi="PF DinText Pro"/>
          <w:bCs/>
          <w:i/>
          <w:iCs/>
        </w:rPr>
        <w:t>_________,</w:t>
      </w:r>
    </w:p>
    <w:p w:rsidR="005655D5" w:rsidRPr="004C370B" w:rsidRDefault="005655D5" w:rsidP="005655D5">
      <w:pPr>
        <w:jc w:val="both"/>
        <w:rPr>
          <w:rFonts w:ascii="PF DinText Pro" w:hAnsi="PF DinText Pro"/>
          <w:bCs/>
          <w:i/>
          <w:iCs/>
        </w:rPr>
      </w:pPr>
      <w:proofErr w:type="gramStart"/>
      <w:r>
        <w:rPr>
          <w:rFonts w:ascii="PF DinText Pro" w:hAnsi="PF DinText Pro"/>
          <w:bCs/>
          <w:i/>
          <w:iCs/>
        </w:rPr>
        <w:t>o</w:t>
      </w:r>
      <w:r w:rsidRPr="005655D5">
        <w:rPr>
          <w:rFonts w:ascii="PF DinText Pro" w:hAnsi="PF DinText Pro"/>
          <w:bCs/>
          <w:i/>
          <w:iCs/>
        </w:rPr>
        <w:t>u</w:t>
      </w:r>
      <w:proofErr w:type="gramEnd"/>
      <w:r>
        <w:rPr>
          <w:rFonts w:ascii="PF DinText Pro" w:hAnsi="PF DinText Pro"/>
          <w:bCs/>
          <w:i/>
          <w:iCs/>
        </w:rPr>
        <w:t xml:space="preserve"> Bilhete de Identidade n.º ____________(E</w:t>
      </w:r>
      <w:r w:rsidRPr="004C370B">
        <w:rPr>
          <w:rFonts w:ascii="PF DinText Pro" w:hAnsi="PF DinText Pro"/>
          <w:bCs/>
          <w:i/>
          <w:iCs/>
        </w:rPr>
        <w:t>mitido em</w:t>
      </w:r>
      <w:r>
        <w:rPr>
          <w:rFonts w:ascii="PF DinText Pro" w:hAnsi="PF DinText Pro"/>
          <w:bCs/>
          <w:i/>
          <w:iCs/>
        </w:rPr>
        <w:t>)</w:t>
      </w:r>
      <w:r w:rsidRPr="004C370B">
        <w:rPr>
          <w:rFonts w:ascii="PF DinText Pro" w:hAnsi="PF DinText Pro"/>
          <w:bCs/>
          <w:i/>
          <w:iCs/>
        </w:rPr>
        <w:t xml:space="preserve"> _______________, (Arquivo de Identificação) ______________________,</w:t>
      </w:r>
    </w:p>
    <w:p w:rsidR="00FF7B33" w:rsidRPr="004C370B" w:rsidRDefault="00FF7B33" w:rsidP="005655D5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(Filiação) _________________________________, (Profissão) 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(Naturalidade) _________________________________________________________,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(Residência) ____________________________</w:t>
      </w:r>
      <w:r w:rsidR="005655D5">
        <w:rPr>
          <w:rFonts w:ascii="PF DinText Pro" w:hAnsi="PF DinText Pro"/>
          <w:bCs/>
          <w:i/>
          <w:iCs/>
        </w:rPr>
        <w:t>_______________________________.</w:t>
      </w: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2 – (Nome completo) ____________________________________________________,</w:t>
      </w:r>
    </w:p>
    <w:p w:rsidR="005655D5" w:rsidRPr="004C370B" w:rsidRDefault="005655D5" w:rsidP="005655D5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(Idade) _______,</w:t>
      </w:r>
      <w:r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C</w:t>
      </w:r>
      <w:r>
        <w:rPr>
          <w:rFonts w:ascii="PF DinText Pro" w:hAnsi="PF DinText Pro"/>
          <w:bCs/>
          <w:i/>
          <w:iCs/>
        </w:rPr>
        <w:t xml:space="preserve">artão de Cidadão </w:t>
      </w:r>
      <w:r w:rsidRPr="004C370B">
        <w:rPr>
          <w:rFonts w:ascii="PF DinText Pro" w:hAnsi="PF DinText Pro"/>
          <w:bCs/>
          <w:i/>
          <w:iCs/>
        </w:rPr>
        <w:t>n</w:t>
      </w:r>
      <w:r>
        <w:rPr>
          <w:rFonts w:ascii="PF DinText Pro" w:hAnsi="PF DinText Pro"/>
          <w:bCs/>
          <w:i/>
          <w:iCs/>
        </w:rPr>
        <w:t>.</w:t>
      </w:r>
      <w:r w:rsidRPr="004C370B">
        <w:rPr>
          <w:rFonts w:ascii="PF DinText Pro" w:hAnsi="PF DinText Pro"/>
          <w:bCs/>
          <w:i/>
          <w:iCs/>
        </w:rPr>
        <w:t>º</w:t>
      </w:r>
      <w:r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______</w:t>
      </w:r>
      <w:r>
        <w:rPr>
          <w:rFonts w:ascii="PF DinText Pro" w:hAnsi="PF DinText Pro"/>
          <w:bCs/>
          <w:i/>
          <w:iCs/>
        </w:rPr>
        <w:t>_</w:t>
      </w:r>
      <w:r w:rsidRPr="004C370B">
        <w:rPr>
          <w:rFonts w:ascii="PF DinText Pro" w:hAnsi="PF DinText Pro"/>
          <w:bCs/>
          <w:i/>
          <w:iCs/>
        </w:rPr>
        <w:t>______</w:t>
      </w:r>
      <w:r>
        <w:rPr>
          <w:rFonts w:ascii="PF DinText Pro" w:hAnsi="PF DinText Pro"/>
          <w:bCs/>
          <w:i/>
          <w:iCs/>
        </w:rPr>
        <w:t xml:space="preserve">válido até </w:t>
      </w:r>
      <w:r w:rsidRPr="004C370B">
        <w:rPr>
          <w:rFonts w:ascii="PF DinText Pro" w:hAnsi="PF DinText Pro"/>
          <w:bCs/>
          <w:i/>
          <w:iCs/>
        </w:rPr>
        <w:t>_</w:t>
      </w:r>
      <w:r>
        <w:rPr>
          <w:rFonts w:ascii="PF DinText Pro" w:hAnsi="PF DinText Pro"/>
          <w:bCs/>
          <w:i/>
          <w:iCs/>
        </w:rPr>
        <w:t>______</w:t>
      </w:r>
      <w:r w:rsidRPr="004C370B">
        <w:rPr>
          <w:rFonts w:ascii="PF DinText Pro" w:hAnsi="PF DinText Pro"/>
          <w:bCs/>
          <w:i/>
          <w:iCs/>
        </w:rPr>
        <w:t>_________,</w:t>
      </w:r>
    </w:p>
    <w:p w:rsidR="005655D5" w:rsidRPr="004C370B" w:rsidRDefault="005655D5" w:rsidP="005655D5">
      <w:pPr>
        <w:jc w:val="both"/>
        <w:rPr>
          <w:rFonts w:ascii="PF DinText Pro" w:hAnsi="PF DinText Pro"/>
          <w:bCs/>
          <w:i/>
          <w:iCs/>
        </w:rPr>
      </w:pPr>
      <w:proofErr w:type="gramStart"/>
      <w:r>
        <w:rPr>
          <w:rFonts w:ascii="PF DinText Pro" w:hAnsi="PF DinText Pro"/>
          <w:bCs/>
          <w:i/>
          <w:iCs/>
        </w:rPr>
        <w:t>o</w:t>
      </w:r>
      <w:r w:rsidRPr="005655D5">
        <w:rPr>
          <w:rFonts w:ascii="PF DinText Pro" w:hAnsi="PF DinText Pro"/>
          <w:bCs/>
          <w:i/>
          <w:iCs/>
        </w:rPr>
        <w:t>u</w:t>
      </w:r>
      <w:proofErr w:type="gramEnd"/>
      <w:r>
        <w:rPr>
          <w:rFonts w:ascii="PF DinText Pro" w:hAnsi="PF DinText Pro"/>
          <w:bCs/>
          <w:i/>
          <w:iCs/>
        </w:rPr>
        <w:t xml:space="preserve"> Bilhete de Identidade n.º ____________</w:t>
      </w:r>
      <w:r w:rsidRPr="004C370B">
        <w:rPr>
          <w:rFonts w:ascii="PF DinText Pro" w:hAnsi="PF DinText Pro"/>
          <w:bCs/>
          <w:i/>
          <w:iCs/>
        </w:rPr>
        <w:t>(Emitido em) _______________, (Arquivo de Identificação) ______________________,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(Filiação) _________________________________, (Profissão) 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(Naturalidade) _________________________________________________________,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(Residência) ____________________________</w:t>
      </w:r>
      <w:r w:rsidR="005655D5">
        <w:rPr>
          <w:rFonts w:ascii="PF DinText Pro" w:hAnsi="PF DinText Pro"/>
          <w:bCs/>
          <w:i/>
          <w:iCs/>
        </w:rPr>
        <w:t>_______________________________.</w:t>
      </w:r>
    </w:p>
    <w:p w:rsidR="00FF7B33" w:rsidRPr="004C370B" w:rsidRDefault="00FF7B33" w:rsidP="006A11E6">
      <w:pPr>
        <w:jc w:val="right"/>
        <w:rPr>
          <w:rFonts w:ascii="PF DinText Pro" w:hAnsi="PF DinText Pro"/>
        </w:rPr>
      </w:pPr>
      <w:r w:rsidRPr="004C370B">
        <w:rPr>
          <w:rFonts w:ascii="PF DinText Pro" w:hAnsi="PF DinText Pro"/>
        </w:rPr>
        <w:t>(</w:t>
      </w:r>
      <w:r w:rsidRPr="004C370B">
        <w:rPr>
          <w:rFonts w:ascii="PF DinText Pro" w:hAnsi="PF DinText Pro"/>
          <w:i/>
        </w:rPr>
        <w:t>E assim sucessivamente</w:t>
      </w:r>
      <w:r w:rsidRPr="004C370B">
        <w:rPr>
          <w:rFonts w:ascii="PF DinText Pro" w:hAnsi="PF DinText Pro"/>
        </w:rPr>
        <w:t>)</w:t>
      </w:r>
    </w:p>
    <w:p w:rsidR="00FF7B33" w:rsidRPr="004C370B" w:rsidRDefault="00FF7B33" w:rsidP="008A7827">
      <w:pPr>
        <w:jc w:val="both"/>
        <w:rPr>
          <w:rFonts w:ascii="PF DinText Pro" w:hAnsi="PF DinText Pro"/>
          <w:b/>
          <w:bCs/>
          <w:caps/>
        </w:rPr>
      </w:pPr>
    </w:p>
    <w:p w:rsidR="003A3AE6" w:rsidRDefault="003A3AE6" w:rsidP="008A7827">
      <w:pPr>
        <w:jc w:val="both"/>
        <w:rPr>
          <w:rFonts w:ascii="PF DinText Pro" w:hAnsi="PF DinText Pro"/>
          <w:b/>
          <w:bCs/>
          <w:caps/>
        </w:rPr>
      </w:pPr>
    </w:p>
    <w:p w:rsidR="00FF7B33" w:rsidRPr="004C370B" w:rsidRDefault="00FF7B33" w:rsidP="008A7827">
      <w:pPr>
        <w:jc w:val="both"/>
        <w:rPr>
          <w:rFonts w:ascii="PF DinText Pro" w:hAnsi="PF DinText Pro"/>
          <w:b/>
          <w:bCs/>
        </w:rPr>
      </w:pPr>
      <w:r w:rsidRPr="004C370B">
        <w:rPr>
          <w:rFonts w:ascii="PF DinText Pro" w:hAnsi="PF DinText Pro"/>
          <w:b/>
          <w:bCs/>
          <w:caps/>
        </w:rPr>
        <w:lastRenderedPageBreak/>
        <w:t>Mandatário da lista</w:t>
      </w:r>
      <w:r w:rsidRPr="004C370B">
        <w:rPr>
          <w:rFonts w:ascii="PF DinText Pro" w:hAnsi="PF DinText Pro"/>
          <w:b/>
          <w:bCs/>
        </w:rPr>
        <w:t>: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(Nome completo) _______________________________________________________,</w:t>
      </w:r>
    </w:p>
    <w:p w:rsidR="005655D5" w:rsidRPr="004C370B" w:rsidRDefault="005655D5" w:rsidP="005655D5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(Idade) _______,</w:t>
      </w:r>
      <w:r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C</w:t>
      </w:r>
      <w:r>
        <w:rPr>
          <w:rFonts w:ascii="PF DinText Pro" w:hAnsi="PF DinText Pro"/>
          <w:bCs/>
          <w:i/>
          <w:iCs/>
        </w:rPr>
        <w:t xml:space="preserve">artão de Cidadão </w:t>
      </w:r>
      <w:r w:rsidRPr="004C370B">
        <w:rPr>
          <w:rFonts w:ascii="PF DinText Pro" w:hAnsi="PF DinText Pro"/>
          <w:bCs/>
          <w:i/>
          <w:iCs/>
        </w:rPr>
        <w:t>n</w:t>
      </w:r>
      <w:r>
        <w:rPr>
          <w:rFonts w:ascii="PF DinText Pro" w:hAnsi="PF DinText Pro"/>
          <w:bCs/>
          <w:i/>
          <w:iCs/>
        </w:rPr>
        <w:t>.</w:t>
      </w:r>
      <w:r w:rsidRPr="004C370B">
        <w:rPr>
          <w:rFonts w:ascii="PF DinText Pro" w:hAnsi="PF DinText Pro"/>
          <w:bCs/>
          <w:i/>
          <w:iCs/>
        </w:rPr>
        <w:t>º</w:t>
      </w:r>
      <w:r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______</w:t>
      </w:r>
      <w:r>
        <w:rPr>
          <w:rFonts w:ascii="PF DinText Pro" w:hAnsi="PF DinText Pro"/>
          <w:bCs/>
          <w:i/>
          <w:iCs/>
        </w:rPr>
        <w:t>_</w:t>
      </w:r>
      <w:r w:rsidRPr="004C370B">
        <w:rPr>
          <w:rFonts w:ascii="PF DinText Pro" w:hAnsi="PF DinText Pro"/>
          <w:bCs/>
          <w:i/>
          <w:iCs/>
        </w:rPr>
        <w:t>______</w:t>
      </w:r>
      <w:r>
        <w:rPr>
          <w:rFonts w:ascii="PF DinText Pro" w:hAnsi="PF DinText Pro"/>
          <w:bCs/>
          <w:i/>
          <w:iCs/>
        </w:rPr>
        <w:t xml:space="preserve">válido até </w:t>
      </w:r>
      <w:r w:rsidRPr="004C370B">
        <w:rPr>
          <w:rFonts w:ascii="PF DinText Pro" w:hAnsi="PF DinText Pro"/>
          <w:bCs/>
          <w:i/>
          <w:iCs/>
        </w:rPr>
        <w:t>_</w:t>
      </w:r>
      <w:r>
        <w:rPr>
          <w:rFonts w:ascii="PF DinText Pro" w:hAnsi="PF DinText Pro"/>
          <w:bCs/>
          <w:i/>
          <w:iCs/>
        </w:rPr>
        <w:t>______</w:t>
      </w:r>
      <w:r w:rsidRPr="004C370B">
        <w:rPr>
          <w:rFonts w:ascii="PF DinText Pro" w:hAnsi="PF DinText Pro"/>
          <w:bCs/>
          <w:i/>
          <w:iCs/>
        </w:rPr>
        <w:t>_________,</w:t>
      </w:r>
    </w:p>
    <w:p w:rsidR="005655D5" w:rsidRPr="004C370B" w:rsidRDefault="005655D5" w:rsidP="005655D5">
      <w:pPr>
        <w:jc w:val="both"/>
        <w:rPr>
          <w:rFonts w:ascii="PF DinText Pro" w:hAnsi="PF DinText Pro"/>
          <w:bCs/>
          <w:i/>
          <w:iCs/>
        </w:rPr>
      </w:pPr>
      <w:proofErr w:type="gramStart"/>
      <w:r>
        <w:rPr>
          <w:rFonts w:ascii="PF DinText Pro" w:hAnsi="PF DinText Pro"/>
          <w:bCs/>
          <w:i/>
          <w:iCs/>
        </w:rPr>
        <w:t>o</w:t>
      </w:r>
      <w:r w:rsidRPr="005655D5">
        <w:rPr>
          <w:rFonts w:ascii="PF DinText Pro" w:hAnsi="PF DinText Pro"/>
          <w:bCs/>
          <w:i/>
          <w:iCs/>
        </w:rPr>
        <w:t>u</w:t>
      </w:r>
      <w:proofErr w:type="gramEnd"/>
      <w:r>
        <w:rPr>
          <w:rFonts w:ascii="PF DinText Pro" w:hAnsi="PF DinText Pro"/>
          <w:bCs/>
          <w:i/>
          <w:iCs/>
        </w:rPr>
        <w:t xml:space="preserve"> Bilhete de Identidade n.º ____________</w:t>
      </w:r>
      <w:r w:rsidRPr="004C370B">
        <w:rPr>
          <w:rFonts w:ascii="PF DinText Pro" w:hAnsi="PF DinText Pro"/>
          <w:bCs/>
          <w:i/>
          <w:iCs/>
        </w:rPr>
        <w:t>(Emitido em) _______________, (Arquivo de Identificação) ______________________,</w:t>
      </w:r>
    </w:p>
    <w:p w:rsidR="00FF7B33" w:rsidRPr="004C370B" w:rsidRDefault="00FF7B33" w:rsidP="005655D5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(Filiação) _________________________________, (Profissão) 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(Naturalidade) _________________________________________________________,</w:t>
      </w: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(Morada na sede do município) ____________________________________________,</w:t>
      </w:r>
    </w:p>
    <w:p w:rsidR="00FF7B33" w:rsidRPr="004C370B" w:rsidRDefault="00FF7B33" w:rsidP="006A11E6">
      <w:pPr>
        <w:tabs>
          <w:tab w:val="left" w:pos="6780"/>
        </w:tabs>
        <w:rPr>
          <w:rFonts w:ascii="PF DinText Pro" w:hAnsi="PF DinText Pro"/>
          <w:b/>
          <w:bCs/>
          <w:color w:val="548DD4" w:themeColor="text2" w:themeTint="99"/>
          <w:sz w:val="28"/>
          <w:szCs w:val="28"/>
        </w:rPr>
      </w:pPr>
      <w:r w:rsidRPr="004C370B">
        <w:rPr>
          <w:rFonts w:ascii="PF DinText Pro" w:hAnsi="PF DinText Pro"/>
          <w:b/>
          <w:bCs/>
          <w:i/>
          <w:iCs/>
        </w:rPr>
        <w:br w:type="page"/>
      </w:r>
      <w:r w:rsidRPr="004C370B">
        <w:rPr>
          <w:rFonts w:ascii="PF DinText Pro" w:hAnsi="PF DinText Pro"/>
          <w:b/>
          <w:bCs/>
          <w:color w:val="548DD4" w:themeColor="text2" w:themeTint="99"/>
          <w:sz w:val="28"/>
          <w:szCs w:val="28"/>
        </w:rPr>
        <w:lastRenderedPageBreak/>
        <w:t xml:space="preserve">Modelo Exemplificativo nº 3 </w:t>
      </w:r>
    </w:p>
    <w:p w:rsidR="00FF7B33" w:rsidRPr="004C370B" w:rsidRDefault="00FF7B33" w:rsidP="008A7827">
      <w:pPr>
        <w:tabs>
          <w:tab w:val="left" w:pos="6780"/>
        </w:tabs>
        <w:jc w:val="center"/>
        <w:rPr>
          <w:rFonts w:ascii="PF DinText Pro" w:hAnsi="PF DinText Pro"/>
          <w:b/>
          <w:bCs/>
        </w:rPr>
      </w:pPr>
    </w:p>
    <w:p w:rsidR="003A3AE6" w:rsidRDefault="003A3AE6" w:rsidP="008A7827">
      <w:pPr>
        <w:keepNext/>
        <w:tabs>
          <w:tab w:val="left" w:pos="6780"/>
        </w:tabs>
        <w:jc w:val="center"/>
        <w:outlineLvl w:val="3"/>
        <w:rPr>
          <w:rFonts w:ascii="PF DinText Pro" w:hAnsi="PF DinText Pro"/>
          <w:b/>
          <w:bCs/>
          <w:u w:val="single"/>
        </w:rPr>
      </w:pPr>
    </w:p>
    <w:p w:rsidR="00FF7B33" w:rsidRPr="004C370B" w:rsidRDefault="00FF7B33" w:rsidP="008A7827">
      <w:pPr>
        <w:keepNext/>
        <w:tabs>
          <w:tab w:val="left" w:pos="6780"/>
        </w:tabs>
        <w:jc w:val="center"/>
        <w:outlineLvl w:val="3"/>
        <w:rPr>
          <w:rFonts w:ascii="PF DinText Pro" w:hAnsi="PF DinText Pro"/>
          <w:b/>
          <w:bCs/>
          <w:u w:val="single"/>
        </w:rPr>
      </w:pPr>
      <w:r w:rsidRPr="004C370B">
        <w:rPr>
          <w:rFonts w:ascii="PF DinText Pro" w:hAnsi="PF DinText Pro"/>
          <w:b/>
          <w:bCs/>
          <w:u w:val="single"/>
        </w:rPr>
        <w:t>Declaração de Candidatura</w:t>
      </w: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keepNext/>
        <w:outlineLvl w:val="0"/>
        <w:rPr>
          <w:rFonts w:ascii="PF DinText Pro" w:hAnsi="PF DinText Pro"/>
          <w:b/>
          <w:bCs/>
          <w:szCs w:val="20"/>
        </w:rPr>
      </w:pPr>
    </w:p>
    <w:p w:rsidR="00FF7B33" w:rsidRPr="004C370B" w:rsidRDefault="00FF7B33" w:rsidP="008A7827">
      <w:pPr>
        <w:keepNext/>
        <w:jc w:val="both"/>
        <w:outlineLvl w:val="0"/>
        <w:rPr>
          <w:rFonts w:ascii="PF DinText Pro" w:hAnsi="PF DinText Pro"/>
          <w:szCs w:val="20"/>
        </w:rPr>
      </w:pPr>
      <w:r w:rsidRPr="004C370B">
        <w:rPr>
          <w:rFonts w:ascii="PF DinText Pro" w:hAnsi="PF DinText Pro"/>
          <w:szCs w:val="20"/>
        </w:rPr>
        <w:t>Eleições Autárquicas 20</w:t>
      </w:r>
      <w:r w:rsidR="009F1DC8" w:rsidRPr="004C370B">
        <w:rPr>
          <w:rFonts w:ascii="PF DinText Pro" w:hAnsi="PF DinText Pro"/>
          <w:szCs w:val="20"/>
        </w:rPr>
        <w:t>13</w:t>
      </w:r>
      <w:r w:rsidRPr="004C370B">
        <w:rPr>
          <w:rFonts w:ascii="PF DinText Pro" w:hAnsi="PF DinText Pro"/>
          <w:szCs w:val="20"/>
        </w:rPr>
        <w:t xml:space="preserve"> </w:t>
      </w:r>
    </w:p>
    <w:p w:rsidR="00FF7B33" w:rsidRPr="004C370B" w:rsidRDefault="00FF7B33" w:rsidP="008A7827">
      <w:pPr>
        <w:keepNext/>
        <w:jc w:val="both"/>
        <w:outlineLvl w:val="0"/>
        <w:rPr>
          <w:rFonts w:ascii="PF DinText Pro" w:hAnsi="PF DinText Pro"/>
          <w:szCs w:val="20"/>
        </w:rPr>
      </w:pP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  <w:r w:rsidRPr="004C370B">
        <w:rPr>
          <w:rFonts w:ascii="PF DinText Pro" w:hAnsi="PF DinText Pro"/>
          <w:i/>
          <w:iCs/>
        </w:rPr>
        <w:t>(</w:t>
      </w:r>
      <w:r w:rsidRPr="004C370B">
        <w:rPr>
          <w:rFonts w:ascii="PF DinText Pro" w:hAnsi="PF DinText Pro"/>
          <w:i/>
          <w:iCs/>
          <w:sz w:val="22"/>
          <w:szCs w:val="22"/>
        </w:rPr>
        <w:t xml:space="preserve">Identificação do candidato ou </w:t>
      </w:r>
      <w:proofErr w:type="gramStart"/>
      <w:r w:rsidRPr="004C370B">
        <w:rPr>
          <w:rFonts w:ascii="PF DinText Pro" w:hAnsi="PF DinText Pro"/>
          <w:i/>
          <w:iCs/>
          <w:sz w:val="22"/>
          <w:szCs w:val="22"/>
        </w:rPr>
        <w:t>candidatos</w:t>
      </w:r>
      <w:r w:rsidRPr="004C370B">
        <w:rPr>
          <w:rFonts w:ascii="PF DinText Pro" w:hAnsi="PF DinText Pro"/>
          <w:i/>
          <w:iCs/>
        </w:rPr>
        <w:t>)____________________________________</w:t>
      </w:r>
      <w:proofErr w:type="gramEnd"/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  <w:proofErr w:type="gramStart"/>
      <w:r w:rsidRPr="004C370B">
        <w:rPr>
          <w:rFonts w:ascii="PF DinText Pro" w:hAnsi="PF DinText Pro"/>
        </w:rPr>
        <w:t>declara</w:t>
      </w:r>
      <w:proofErr w:type="gramEnd"/>
      <w:r w:rsidRPr="004C370B">
        <w:rPr>
          <w:rFonts w:ascii="PF DinText Pro" w:hAnsi="PF DinText Pro"/>
        </w:rPr>
        <w:t xml:space="preserve">(m) que aceita(m) candidatar-se à eleição da </w:t>
      </w:r>
      <w:r w:rsidRPr="004C370B">
        <w:rPr>
          <w:rFonts w:ascii="PF DinText Pro" w:hAnsi="PF DinText Pro"/>
          <w:i/>
          <w:iCs/>
        </w:rPr>
        <w:t>Assembleia de Freguesia, Assembleia Municipal, Câmara Municipal</w:t>
      </w:r>
      <w:r w:rsidRPr="004C370B">
        <w:rPr>
          <w:rFonts w:ascii="PF DinText Pro" w:hAnsi="PF DinText Pro"/>
        </w:rPr>
        <w:t xml:space="preserve"> de__________________________ pelo grupo de cidadãos eleitores </w:t>
      </w:r>
      <w:r w:rsidRPr="004C370B">
        <w:rPr>
          <w:rFonts w:ascii="PF DinText Pro" w:hAnsi="PF DinText Pro"/>
          <w:i/>
          <w:iCs/>
        </w:rPr>
        <w:t>(</w:t>
      </w:r>
      <w:r w:rsidRPr="004C370B">
        <w:rPr>
          <w:rFonts w:ascii="PF DinText Pro" w:hAnsi="PF DinText Pro"/>
          <w:i/>
          <w:iCs/>
          <w:sz w:val="22"/>
          <w:szCs w:val="22"/>
        </w:rPr>
        <w:t>denominação</w:t>
      </w:r>
      <w:r w:rsidRPr="004C370B">
        <w:rPr>
          <w:rFonts w:ascii="PF DinText Pro" w:hAnsi="PF DinText Pro"/>
        </w:rPr>
        <w:t>)_________________________________.</w:t>
      </w: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5655D5">
      <w:pPr>
        <w:jc w:val="both"/>
        <w:rPr>
          <w:rFonts w:ascii="PF DinText Pro" w:hAnsi="PF DinText Pro"/>
          <w:i/>
          <w:iCs/>
        </w:rPr>
      </w:pPr>
      <w:proofErr w:type="gramStart"/>
      <w:r w:rsidRPr="004C370B">
        <w:rPr>
          <w:rFonts w:ascii="PF DinText Pro" w:hAnsi="PF DinText Pro"/>
        </w:rPr>
        <w:t>Declara(m</w:t>
      </w:r>
      <w:proofErr w:type="gramEnd"/>
      <w:r w:rsidRPr="004C370B">
        <w:rPr>
          <w:rFonts w:ascii="PF DinText Pro" w:hAnsi="PF DinText Pro"/>
        </w:rPr>
        <w:t>) ainda, sob compromisso de honra, que não se encontra(m) abrangido(s) por qualquer causa de inelegibilidade, nem figura</w:t>
      </w:r>
      <w:r w:rsidR="006A11E6">
        <w:rPr>
          <w:rFonts w:ascii="PF DinText Pro" w:hAnsi="PF DinText Pro"/>
        </w:rPr>
        <w:t>(</w:t>
      </w:r>
      <w:r w:rsidRPr="004C370B">
        <w:rPr>
          <w:rFonts w:ascii="PF DinText Pro" w:hAnsi="PF DinText Pro"/>
        </w:rPr>
        <w:t>m</w:t>
      </w:r>
      <w:r w:rsidR="006A11E6">
        <w:rPr>
          <w:rFonts w:ascii="PF DinText Pro" w:hAnsi="PF DinText Pro"/>
        </w:rPr>
        <w:t>)</w:t>
      </w:r>
      <w:r w:rsidRPr="004C370B">
        <w:rPr>
          <w:rFonts w:ascii="PF DinText Pro" w:hAnsi="PF DinText Pro"/>
        </w:rPr>
        <w:t xml:space="preserve"> em mais de uma lista de candidatos para o mesmo órgão e concorda</w:t>
      </w:r>
      <w:r w:rsidR="006A11E6">
        <w:rPr>
          <w:rFonts w:ascii="PF DinText Pro" w:hAnsi="PF DinText Pro"/>
        </w:rPr>
        <w:t>(</w:t>
      </w:r>
      <w:r w:rsidRPr="004C370B">
        <w:rPr>
          <w:rFonts w:ascii="PF DinText Pro" w:hAnsi="PF DinText Pro"/>
        </w:rPr>
        <w:t>m</w:t>
      </w:r>
      <w:r w:rsidR="006A11E6">
        <w:rPr>
          <w:rFonts w:ascii="PF DinText Pro" w:hAnsi="PF DinText Pro"/>
        </w:rPr>
        <w:t>)</w:t>
      </w:r>
      <w:r w:rsidRPr="004C370B">
        <w:rPr>
          <w:rFonts w:ascii="PF DinText Pro" w:hAnsi="PF DinText Pro"/>
        </w:rPr>
        <w:t xml:space="preserve"> com a designação do mandatário indicado na lista de candidatos</w:t>
      </w:r>
      <w:r w:rsidR="006A11E6">
        <w:rPr>
          <w:rFonts w:ascii="PF DinText Pro" w:hAnsi="PF DinText Pro"/>
        </w:rPr>
        <w:t>, _________________</w:t>
      </w:r>
      <w:r w:rsidRPr="004C370B">
        <w:rPr>
          <w:rFonts w:ascii="PF DinText Pro" w:hAnsi="PF DinText Pro"/>
        </w:rPr>
        <w:t xml:space="preserve"> </w:t>
      </w:r>
      <w:r w:rsidRPr="004C370B">
        <w:rPr>
          <w:rFonts w:ascii="PF DinText Pro" w:hAnsi="PF DinText Pro"/>
          <w:i/>
          <w:iCs/>
        </w:rPr>
        <w:t>(</w:t>
      </w:r>
      <w:r w:rsidRPr="004C370B">
        <w:rPr>
          <w:rFonts w:ascii="PF DinText Pro" w:hAnsi="PF DinText Pro"/>
          <w:i/>
          <w:iCs/>
          <w:sz w:val="22"/>
          <w:szCs w:val="22"/>
        </w:rPr>
        <w:t>nome</w:t>
      </w:r>
      <w:r w:rsidRPr="004C370B">
        <w:rPr>
          <w:rFonts w:ascii="PF DinText Pro" w:hAnsi="PF DinText Pro"/>
          <w:i/>
          <w:iCs/>
        </w:rPr>
        <w:t>)</w:t>
      </w:r>
      <w:r w:rsidRPr="004C370B">
        <w:rPr>
          <w:rFonts w:ascii="PF DinText Pro" w:hAnsi="PF DinText Pro"/>
        </w:rPr>
        <w:t xml:space="preserve"> ___ </w:t>
      </w:r>
      <w:r w:rsidR="00916BC9">
        <w:rPr>
          <w:rFonts w:ascii="PF DinText Pro" w:hAnsi="PF DinText Pro"/>
        </w:rPr>
        <w:t>(</w:t>
      </w:r>
      <w:r w:rsidRPr="00916BC9">
        <w:rPr>
          <w:rFonts w:ascii="PF DinText Pro" w:hAnsi="PF DinText Pro"/>
          <w:i/>
          <w:sz w:val="22"/>
          <w:szCs w:val="22"/>
        </w:rPr>
        <w:t>idade</w:t>
      </w:r>
      <w:r w:rsidR="00916BC9">
        <w:rPr>
          <w:rFonts w:ascii="PF DinText Pro" w:hAnsi="PF DinText Pro"/>
        </w:rPr>
        <w:t>)</w:t>
      </w:r>
      <w:r w:rsidRPr="004C370B">
        <w:rPr>
          <w:rFonts w:ascii="PF DinText Pro" w:hAnsi="PF DinText Pro"/>
        </w:rPr>
        <w:t xml:space="preserve">, portador do </w:t>
      </w:r>
      <w:r w:rsidR="005655D5" w:rsidRPr="005655D5">
        <w:rPr>
          <w:rFonts w:ascii="PF DinText Pro" w:hAnsi="PF DinText Pro"/>
          <w:bCs/>
          <w:iCs/>
        </w:rPr>
        <w:t>Cartão de Cidadão n.º _____________válido até ________________,</w:t>
      </w:r>
      <w:r w:rsidR="005655D5">
        <w:rPr>
          <w:rFonts w:ascii="PF DinText Pro" w:hAnsi="PF DinText Pro"/>
          <w:bCs/>
          <w:iCs/>
        </w:rPr>
        <w:t xml:space="preserve"> </w:t>
      </w:r>
      <w:r w:rsidR="005655D5" w:rsidRPr="005655D5">
        <w:rPr>
          <w:rFonts w:ascii="PF DinText Pro" w:hAnsi="PF DinText Pro"/>
          <w:bCs/>
          <w:i/>
          <w:iCs/>
        </w:rPr>
        <w:t>(</w:t>
      </w:r>
      <w:r w:rsidR="005655D5" w:rsidRPr="005655D5">
        <w:rPr>
          <w:rFonts w:ascii="PF DinText Pro" w:hAnsi="PF DinText Pro"/>
          <w:bCs/>
          <w:i/>
          <w:iCs/>
          <w:sz w:val="22"/>
          <w:szCs w:val="22"/>
        </w:rPr>
        <w:t>ou</w:t>
      </w:r>
      <w:r w:rsidR="005655D5" w:rsidRPr="005655D5">
        <w:rPr>
          <w:rFonts w:ascii="PF DinText Pro" w:hAnsi="PF DinText Pro"/>
          <w:bCs/>
          <w:i/>
          <w:iCs/>
        </w:rPr>
        <w:t>)</w:t>
      </w:r>
      <w:r w:rsidR="005655D5">
        <w:rPr>
          <w:rFonts w:ascii="PF DinText Pro" w:hAnsi="PF DinText Pro"/>
          <w:bCs/>
          <w:i/>
          <w:iCs/>
        </w:rPr>
        <w:t xml:space="preserve"> </w:t>
      </w:r>
      <w:r w:rsidR="005655D5" w:rsidRPr="005655D5">
        <w:rPr>
          <w:rFonts w:ascii="PF DinText Pro" w:hAnsi="PF DinText Pro"/>
          <w:bCs/>
          <w:iCs/>
        </w:rPr>
        <w:t>Bilhete de Identidade n.</w:t>
      </w:r>
      <w:r w:rsidR="005655D5">
        <w:rPr>
          <w:rFonts w:ascii="PF DinText Pro" w:hAnsi="PF DinText Pro"/>
          <w:bCs/>
          <w:iCs/>
        </w:rPr>
        <w:t>º ___________e</w:t>
      </w:r>
      <w:r w:rsidR="005655D5" w:rsidRPr="005655D5">
        <w:rPr>
          <w:rFonts w:ascii="PF DinText Pro" w:hAnsi="PF DinText Pro"/>
          <w:bCs/>
          <w:iCs/>
        </w:rPr>
        <w:t xml:space="preserve">mitido em _______________, </w:t>
      </w:r>
      <w:r w:rsidR="005655D5">
        <w:rPr>
          <w:rFonts w:ascii="PF DinText Pro" w:hAnsi="PF DinText Pro"/>
          <w:bCs/>
          <w:iCs/>
        </w:rPr>
        <w:t>A</w:t>
      </w:r>
      <w:r w:rsidR="005655D5" w:rsidRPr="005655D5">
        <w:rPr>
          <w:rFonts w:ascii="PF DinText Pro" w:hAnsi="PF DinText Pro"/>
          <w:bCs/>
          <w:iCs/>
        </w:rPr>
        <w:t>rquivo de Identificação</w:t>
      </w:r>
      <w:r w:rsidR="005655D5">
        <w:rPr>
          <w:rFonts w:ascii="PF DinText Pro" w:hAnsi="PF DinText Pro"/>
          <w:bCs/>
          <w:iCs/>
        </w:rPr>
        <w:t xml:space="preserve"> de</w:t>
      </w:r>
      <w:r w:rsidR="005655D5" w:rsidRPr="005655D5">
        <w:rPr>
          <w:rFonts w:ascii="PF DinText Pro" w:hAnsi="PF DinText Pro"/>
          <w:bCs/>
          <w:iCs/>
        </w:rPr>
        <w:t xml:space="preserve"> ______________________,</w:t>
      </w:r>
      <w:r w:rsidR="005655D5">
        <w:rPr>
          <w:rFonts w:ascii="PF DinText Pro" w:hAnsi="PF DinText Pro"/>
          <w:bCs/>
          <w:iCs/>
        </w:rPr>
        <w:t xml:space="preserve"> </w:t>
      </w:r>
      <w:r w:rsidRPr="004C370B">
        <w:rPr>
          <w:rFonts w:ascii="PF DinText Pro" w:hAnsi="PF DinText Pro"/>
        </w:rPr>
        <w:t>filho de __________________________________, e de</w:t>
      </w:r>
      <w:r w:rsidR="00916BC9">
        <w:rPr>
          <w:rFonts w:ascii="PF DinText Pro" w:hAnsi="PF DinText Pro"/>
        </w:rPr>
        <w:t xml:space="preserve"> ______________</w:t>
      </w:r>
      <w:r w:rsidRPr="004C370B">
        <w:rPr>
          <w:rFonts w:ascii="PF DinText Pro" w:hAnsi="PF DinText Pro"/>
        </w:rPr>
        <w:t xml:space="preserve"> _______________________,(</w:t>
      </w:r>
      <w:r w:rsidRPr="004C370B">
        <w:rPr>
          <w:rFonts w:ascii="PF DinText Pro" w:hAnsi="PF DinText Pro"/>
          <w:i/>
          <w:iCs/>
          <w:sz w:val="22"/>
          <w:szCs w:val="22"/>
        </w:rPr>
        <w:t>profissão</w:t>
      </w:r>
      <w:r w:rsidRPr="004C370B">
        <w:rPr>
          <w:rFonts w:ascii="PF DinText Pro" w:hAnsi="PF DinText Pro"/>
        </w:rPr>
        <w:t xml:space="preserve">)___________, natural da Freguesia de ___________, Concelho de ______________,com morada em </w:t>
      </w:r>
      <w:r w:rsidRPr="004C370B">
        <w:rPr>
          <w:rFonts w:ascii="PF DinText Pro" w:hAnsi="PF DinText Pro"/>
          <w:i/>
          <w:iCs/>
        </w:rPr>
        <w:t>(</w:t>
      </w:r>
      <w:r w:rsidRPr="004C370B">
        <w:rPr>
          <w:rFonts w:ascii="PF DinText Pro" w:hAnsi="PF DinText Pro"/>
          <w:i/>
          <w:iCs/>
          <w:sz w:val="22"/>
          <w:szCs w:val="22"/>
        </w:rPr>
        <w:t>morada na sede do município para efeitos de notificação</w:t>
      </w:r>
      <w:r w:rsidRPr="004C370B">
        <w:rPr>
          <w:rFonts w:ascii="PF DinText Pro" w:hAnsi="PF DinText Pro"/>
          <w:i/>
          <w:iCs/>
        </w:rPr>
        <w:t>) __________________________________</w:t>
      </w:r>
      <w:r w:rsidR="00916BC9">
        <w:rPr>
          <w:rFonts w:ascii="PF DinText Pro" w:hAnsi="PF DinText Pro"/>
          <w:i/>
          <w:iCs/>
        </w:rPr>
        <w:t>_ _____________________________.</w:t>
      </w: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  <w:r w:rsidRPr="004C370B">
        <w:rPr>
          <w:rFonts w:ascii="PF DinText Pro" w:hAnsi="PF DinText Pro"/>
        </w:rPr>
        <w:t>Data</w:t>
      </w: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  <w:r w:rsidRPr="004C370B">
        <w:rPr>
          <w:rFonts w:ascii="PF DinText Pro" w:hAnsi="PF DinText Pro"/>
        </w:rPr>
        <w:t>Assinatura</w:t>
      </w: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  <w:r w:rsidRPr="004C370B">
        <w:rPr>
          <w:rFonts w:ascii="PF DinText Pro" w:hAnsi="PF DinText Pro"/>
        </w:rPr>
        <w:br w:type="page"/>
      </w:r>
    </w:p>
    <w:p w:rsidR="00FF7B33" w:rsidRPr="004C370B" w:rsidRDefault="00FF7B33" w:rsidP="00916BC9">
      <w:pPr>
        <w:tabs>
          <w:tab w:val="left" w:pos="6780"/>
        </w:tabs>
        <w:rPr>
          <w:rFonts w:ascii="PF DinText Pro" w:hAnsi="PF DinText Pro"/>
          <w:b/>
          <w:iCs/>
          <w:color w:val="548DD4" w:themeColor="text2" w:themeTint="99"/>
          <w:sz w:val="28"/>
          <w:szCs w:val="28"/>
        </w:rPr>
      </w:pPr>
      <w:r w:rsidRPr="004C370B">
        <w:rPr>
          <w:rFonts w:ascii="PF DinText Pro" w:hAnsi="PF DinText Pro"/>
          <w:b/>
          <w:iCs/>
          <w:color w:val="548DD4" w:themeColor="text2" w:themeTint="99"/>
          <w:sz w:val="28"/>
          <w:szCs w:val="28"/>
        </w:rPr>
        <w:lastRenderedPageBreak/>
        <w:t>Modelo Exemplificativo nº 4</w:t>
      </w:r>
    </w:p>
    <w:p w:rsidR="00FF7B33" w:rsidRPr="004C370B" w:rsidRDefault="00FF7B33" w:rsidP="008A7827">
      <w:pPr>
        <w:tabs>
          <w:tab w:val="left" w:pos="6780"/>
        </w:tabs>
        <w:jc w:val="center"/>
        <w:rPr>
          <w:rFonts w:ascii="PF DinText Pro" w:hAnsi="PF DinText Pro"/>
          <w:b/>
          <w:iCs/>
          <w:szCs w:val="20"/>
        </w:rPr>
      </w:pPr>
    </w:p>
    <w:p w:rsidR="00FF7B33" w:rsidRPr="004C370B" w:rsidRDefault="00FF7B33" w:rsidP="008A7827">
      <w:pPr>
        <w:tabs>
          <w:tab w:val="left" w:pos="6780"/>
        </w:tabs>
        <w:jc w:val="center"/>
        <w:rPr>
          <w:rFonts w:ascii="PF DinText Pro" w:hAnsi="PF DinText Pro"/>
          <w:b/>
          <w:iCs/>
          <w:szCs w:val="20"/>
        </w:rPr>
      </w:pPr>
    </w:p>
    <w:p w:rsidR="003A3AE6" w:rsidRDefault="003A3AE6" w:rsidP="008A7827">
      <w:pPr>
        <w:tabs>
          <w:tab w:val="left" w:pos="6780"/>
        </w:tabs>
        <w:jc w:val="center"/>
        <w:rPr>
          <w:rFonts w:ascii="PF DinText Pro" w:hAnsi="PF DinText Pro"/>
          <w:b/>
          <w:iCs/>
          <w:szCs w:val="20"/>
          <w:u w:val="single"/>
        </w:rPr>
      </w:pPr>
    </w:p>
    <w:p w:rsidR="00FF7B33" w:rsidRPr="004C370B" w:rsidRDefault="00FF7B33" w:rsidP="008A7827">
      <w:pPr>
        <w:tabs>
          <w:tab w:val="left" w:pos="6780"/>
        </w:tabs>
        <w:jc w:val="center"/>
        <w:rPr>
          <w:rFonts w:ascii="PF DinText Pro" w:hAnsi="PF DinText Pro"/>
          <w:b/>
          <w:iCs/>
          <w:szCs w:val="20"/>
        </w:rPr>
      </w:pPr>
      <w:bookmarkStart w:id="0" w:name="_GoBack"/>
      <w:bookmarkEnd w:id="0"/>
      <w:r w:rsidRPr="004C370B">
        <w:rPr>
          <w:rFonts w:ascii="PF DinText Pro" w:hAnsi="PF DinText Pro"/>
          <w:b/>
          <w:iCs/>
          <w:szCs w:val="20"/>
          <w:u w:val="single"/>
        </w:rPr>
        <w:t xml:space="preserve">Pedido de </w:t>
      </w:r>
      <w:r w:rsidR="009F1DC8" w:rsidRPr="004C370B">
        <w:rPr>
          <w:rFonts w:ascii="PF DinText Pro" w:hAnsi="PF DinText Pro"/>
          <w:b/>
          <w:iCs/>
          <w:szCs w:val="20"/>
          <w:u w:val="single"/>
        </w:rPr>
        <w:t>Prova de Capacidade Eleitoral A</w:t>
      </w:r>
      <w:r w:rsidRPr="004C370B">
        <w:rPr>
          <w:rFonts w:ascii="PF DinText Pro" w:hAnsi="PF DinText Pro"/>
          <w:b/>
          <w:iCs/>
          <w:szCs w:val="20"/>
          <w:u w:val="single"/>
        </w:rPr>
        <w:t>tiva</w:t>
      </w:r>
    </w:p>
    <w:p w:rsidR="00FF7B33" w:rsidRPr="004C370B" w:rsidRDefault="00FF7B33" w:rsidP="008A7827">
      <w:pPr>
        <w:tabs>
          <w:tab w:val="left" w:pos="6780"/>
        </w:tabs>
        <w:jc w:val="center"/>
        <w:rPr>
          <w:rFonts w:ascii="PF DinText Pro" w:hAnsi="PF DinText Pro"/>
          <w:b/>
          <w:iCs/>
          <w:szCs w:val="20"/>
        </w:rPr>
      </w:pPr>
      <w:r w:rsidRPr="004C370B">
        <w:rPr>
          <w:rFonts w:ascii="PF DinText Pro" w:hAnsi="PF DinText Pro"/>
          <w:b/>
          <w:iCs/>
          <w:szCs w:val="20"/>
        </w:rPr>
        <w:t>(Candidatos e Mandatário)</w:t>
      </w: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tabs>
          <w:tab w:val="left" w:pos="6780"/>
        </w:tabs>
        <w:rPr>
          <w:rFonts w:ascii="PF DinText Pro" w:hAnsi="PF DinText Pro"/>
        </w:rPr>
      </w:pPr>
      <w:r w:rsidRPr="004C370B">
        <w:rPr>
          <w:rFonts w:ascii="PF DinText Pro" w:hAnsi="PF DinText Pro"/>
        </w:rPr>
        <w:t>Exmo. Senhor</w:t>
      </w:r>
    </w:p>
    <w:p w:rsidR="00FF7B33" w:rsidRPr="004C370B" w:rsidRDefault="00FF7B33" w:rsidP="008A7827">
      <w:pPr>
        <w:tabs>
          <w:tab w:val="left" w:pos="6780"/>
        </w:tabs>
        <w:rPr>
          <w:rFonts w:ascii="PF DinText Pro" w:hAnsi="PF DinText Pro"/>
        </w:rPr>
      </w:pPr>
      <w:r w:rsidRPr="004C370B">
        <w:rPr>
          <w:rFonts w:ascii="PF DinText Pro" w:hAnsi="PF DinText Pro"/>
        </w:rPr>
        <w:t xml:space="preserve">Presidente da Comissão Recenseadora </w:t>
      </w:r>
      <w:proofErr w:type="gramStart"/>
      <w:r w:rsidRPr="004C370B">
        <w:rPr>
          <w:rFonts w:ascii="PF DinText Pro" w:hAnsi="PF DinText Pro"/>
        </w:rPr>
        <w:t>de</w:t>
      </w:r>
      <w:proofErr w:type="gramEnd"/>
      <w:r w:rsidRPr="004C370B">
        <w:rPr>
          <w:rFonts w:ascii="PF DinText Pro" w:hAnsi="PF DinText Pro"/>
        </w:rPr>
        <w:t xml:space="preserve"> _______________</w:t>
      </w: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tabs>
          <w:tab w:val="left" w:pos="6780"/>
        </w:tabs>
        <w:spacing w:line="360" w:lineRule="auto"/>
        <w:jc w:val="both"/>
        <w:rPr>
          <w:rFonts w:ascii="PF DinText Pro" w:hAnsi="PF DinText Pro"/>
        </w:rPr>
      </w:pPr>
      <w:r w:rsidRPr="004C370B">
        <w:rPr>
          <w:rFonts w:ascii="PF DinText Pro" w:hAnsi="PF DinText Pro"/>
          <w:i/>
          <w:iCs/>
        </w:rPr>
        <w:t>(</w:t>
      </w:r>
      <w:r w:rsidRPr="00916BC9">
        <w:rPr>
          <w:rFonts w:ascii="PF DinText Pro" w:hAnsi="PF DinText Pro"/>
          <w:i/>
          <w:iCs/>
          <w:sz w:val="22"/>
          <w:szCs w:val="22"/>
        </w:rPr>
        <w:t>nome</w:t>
      </w:r>
      <w:r w:rsidRPr="004C370B">
        <w:rPr>
          <w:rFonts w:ascii="PF DinText Pro" w:hAnsi="PF DinText Pro"/>
          <w:i/>
          <w:iCs/>
        </w:rPr>
        <w:t>)</w:t>
      </w:r>
      <w:r w:rsidRPr="004C370B">
        <w:rPr>
          <w:rFonts w:ascii="PF DinText Pro" w:hAnsi="PF DinText Pro"/>
        </w:rPr>
        <w:t xml:space="preserve"> ______________________, portador do </w:t>
      </w:r>
      <w:r w:rsidR="00781CFA" w:rsidRPr="004C370B">
        <w:rPr>
          <w:rFonts w:ascii="PF DinText Pro" w:hAnsi="PF DinText Pro"/>
        </w:rPr>
        <w:t>Cartão de Cidadão</w:t>
      </w:r>
      <w:r w:rsidR="00781CFA">
        <w:rPr>
          <w:rFonts w:ascii="PF DinText Pro" w:hAnsi="PF DinText Pro"/>
        </w:rPr>
        <w:t>/</w:t>
      </w:r>
      <w:r w:rsidRPr="004C370B">
        <w:rPr>
          <w:rFonts w:ascii="PF DinText Pro" w:hAnsi="PF DinText Pro"/>
        </w:rPr>
        <w:t>Bilhete de Identidade n</w:t>
      </w:r>
      <w:r w:rsidR="00916BC9">
        <w:rPr>
          <w:rFonts w:ascii="PF DinText Pro" w:hAnsi="PF DinText Pro"/>
        </w:rPr>
        <w:t>.</w:t>
      </w:r>
      <w:r w:rsidRPr="004C370B">
        <w:rPr>
          <w:rFonts w:ascii="PF DinText Pro" w:hAnsi="PF DinText Pro"/>
        </w:rPr>
        <w:t>º _____________, com o n</w:t>
      </w:r>
      <w:r w:rsidR="00916BC9">
        <w:rPr>
          <w:rFonts w:ascii="PF DinText Pro" w:hAnsi="PF DinText Pro"/>
        </w:rPr>
        <w:t>.</w:t>
      </w:r>
      <w:r w:rsidRPr="004C370B">
        <w:rPr>
          <w:rFonts w:ascii="PF DinText Pro" w:hAnsi="PF DinText Pro"/>
        </w:rPr>
        <w:t xml:space="preserve">º de eleitor ____________, recenseado na freguesia de _______________, concelho de _______________, na qualidade de </w:t>
      </w:r>
      <w:r w:rsidRPr="004C370B">
        <w:rPr>
          <w:rFonts w:ascii="PF DinText Pro" w:hAnsi="PF DinText Pro"/>
          <w:i/>
        </w:rPr>
        <w:t>representante, mandatário, candidato, primeiro proponente</w:t>
      </w:r>
      <w:r w:rsidRPr="004C370B">
        <w:rPr>
          <w:rFonts w:ascii="PF DinText Pro" w:hAnsi="PF DinText Pro"/>
        </w:rPr>
        <w:t xml:space="preserve"> do grupo de cidadãos eleitores ______________</w:t>
      </w:r>
      <w:r w:rsidR="00916BC9">
        <w:rPr>
          <w:rFonts w:ascii="PF DinText Pro" w:hAnsi="PF DinText Pro"/>
        </w:rPr>
        <w:t>(</w:t>
      </w:r>
      <w:r w:rsidR="00916BC9" w:rsidRPr="00916BC9">
        <w:rPr>
          <w:rFonts w:ascii="PF DinText Pro" w:hAnsi="PF DinText Pro"/>
          <w:i/>
          <w:sz w:val="22"/>
          <w:szCs w:val="22"/>
        </w:rPr>
        <w:t>denominação</w:t>
      </w:r>
      <w:r w:rsidR="00916BC9">
        <w:rPr>
          <w:rFonts w:ascii="PF DinText Pro" w:hAnsi="PF DinText Pro"/>
        </w:rPr>
        <w:t>)</w:t>
      </w:r>
      <w:r w:rsidRPr="004C370B">
        <w:rPr>
          <w:rFonts w:ascii="PF DinText Pro" w:hAnsi="PF DinText Pro"/>
        </w:rPr>
        <w:t xml:space="preserve">, para a eleição da </w:t>
      </w:r>
      <w:r w:rsidRPr="004C370B">
        <w:rPr>
          <w:rFonts w:ascii="PF DinText Pro" w:hAnsi="PF DinText Pro"/>
          <w:i/>
          <w:iCs/>
        </w:rPr>
        <w:t>Assembleia de Freguesia, Assembleia Municipal, Câmara Municipal</w:t>
      </w:r>
      <w:r w:rsidRPr="004C370B">
        <w:rPr>
          <w:rFonts w:ascii="PF DinText Pro" w:hAnsi="PF DinText Pro"/>
        </w:rPr>
        <w:t xml:space="preserve"> de ______________, requer a V. </w:t>
      </w:r>
      <w:proofErr w:type="gramStart"/>
      <w:r w:rsidRPr="004C370B">
        <w:rPr>
          <w:rFonts w:ascii="PF DinText Pro" w:hAnsi="PF DinText Pro"/>
        </w:rPr>
        <w:t>Ex.ª</w:t>
      </w:r>
      <w:proofErr w:type="gramEnd"/>
      <w:r w:rsidRPr="004C370B">
        <w:rPr>
          <w:rFonts w:ascii="PF DinText Pro" w:hAnsi="PF DinText Pro"/>
        </w:rPr>
        <w:t>, ao abrigo do artigo 226</w:t>
      </w:r>
      <w:r w:rsidR="00916BC9">
        <w:rPr>
          <w:rFonts w:ascii="PF DinText Pro" w:hAnsi="PF DinText Pro"/>
        </w:rPr>
        <w:t>.</w:t>
      </w:r>
      <w:r w:rsidRPr="004C370B">
        <w:rPr>
          <w:rFonts w:ascii="PF DinText Pro" w:hAnsi="PF DinText Pro"/>
          <w:i/>
          <w:iCs/>
        </w:rPr>
        <w:t xml:space="preserve">º </w:t>
      </w:r>
      <w:r w:rsidRPr="004C370B">
        <w:rPr>
          <w:rFonts w:ascii="PF DinText Pro" w:hAnsi="PF DinText Pro"/>
        </w:rPr>
        <w:t>da Lei Orgânica n</w:t>
      </w:r>
      <w:r w:rsidR="0046151F" w:rsidRPr="004C370B">
        <w:rPr>
          <w:rFonts w:ascii="PF DinText Pro" w:hAnsi="PF DinText Pro"/>
        </w:rPr>
        <w:t>.</w:t>
      </w:r>
      <w:r w:rsidRPr="004C370B">
        <w:rPr>
          <w:rFonts w:ascii="PF DinText Pro" w:hAnsi="PF DinText Pro"/>
        </w:rPr>
        <w:t xml:space="preserve">º 1/2001, de 14 de </w:t>
      </w:r>
      <w:r w:rsidR="0046151F" w:rsidRPr="004C370B">
        <w:rPr>
          <w:rFonts w:ascii="PF DinText Pro" w:hAnsi="PF DinText Pro"/>
        </w:rPr>
        <w:t>a</w:t>
      </w:r>
      <w:r w:rsidRPr="004C370B">
        <w:rPr>
          <w:rFonts w:ascii="PF DinText Pro" w:hAnsi="PF DinText Pro"/>
        </w:rPr>
        <w:t>gosto, a prova de capacidade eleitoral (certidão de eleitor) dos seguintes cidadãos:</w:t>
      </w:r>
    </w:p>
    <w:p w:rsidR="00916BC9" w:rsidRPr="004067C1" w:rsidRDefault="00916BC9" w:rsidP="008A7827">
      <w:pPr>
        <w:spacing w:after="120"/>
        <w:jc w:val="both"/>
        <w:rPr>
          <w:rFonts w:ascii="PF DinText Pro" w:hAnsi="PF DinText Pro"/>
        </w:rPr>
      </w:pPr>
    </w:p>
    <w:p w:rsidR="00BB3D41" w:rsidRPr="00B504C9" w:rsidRDefault="00BB3D41" w:rsidP="008A7827">
      <w:pPr>
        <w:spacing w:after="120"/>
        <w:jc w:val="both"/>
        <w:rPr>
          <w:rFonts w:ascii="PF DinText Pro" w:hAnsi="PF DinText Pro"/>
        </w:rPr>
      </w:pPr>
    </w:p>
    <w:p w:rsidR="00345BB2" w:rsidRPr="00232AED" w:rsidRDefault="00345BB2" w:rsidP="008A7827">
      <w:pPr>
        <w:spacing w:after="120"/>
        <w:jc w:val="both"/>
        <w:rPr>
          <w:rFonts w:ascii="PF DinText Pro" w:hAnsi="PF DinText Pro"/>
        </w:rPr>
      </w:pPr>
    </w:p>
    <w:p w:rsidR="00345BB2" w:rsidRPr="002430DE" w:rsidRDefault="00345BB2" w:rsidP="008A7827">
      <w:pPr>
        <w:spacing w:after="120"/>
        <w:jc w:val="both"/>
        <w:rPr>
          <w:rFonts w:ascii="PF DinText Pro" w:hAnsi="PF DinText Pro"/>
        </w:rPr>
      </w:pPr>
    </w:p>
    <w:p w:rsidR="00345BB2" w:rsidRPr="003F1C41" w:rsidRDefault="00345BB2" w:rsidP="008A7827">
      <w:pPr>
        <w:spacing w:after="120"/>
        <w:jc w:val="both"/>
        <w:rPr>
          <w:rFonts w:ascii="PF DinText Pro" w:hAnsi="PF DinText Pro"/>
        </w:rPr>
      </w:pPr>
    </w:p>
    <w:p w:rsidR="00345BB2" w:rsidRPr="003F1C41" w:rsidRDefault="00345BB2" w:rsidP="008A7827">
      <w:pPr>
        <w:spacing w:after="120"/>
        <w:jc w:val="both"/>
        <w:rPr>
          <w:rFonts w:ascii="PF DinText Pro" w:hAnsi="PF DinText Pro"/>
        </w:rPr>
      </w:pPr>
    </w:p>
    <w:p w:rsidR="00345BB2" w:rsidRPr="004067C1" w:rsidRDefault="00345BB2" w:rsidP="008A7827">
      <w:pPr>
        <w:spacing w:after="120"/>
        <w:jc w:val="both"/>
        <w:rPr>
          <w:rFonts w:ascii="PF DinText Pro" w:hAnsi="PF DinText Pro"/>
        </w:rPr>
      </w:pPr>
    </w:p>
    <w:p w:rsidR="00345BB2" w:rsidRPr="004067C1" w:rsidRDefault="00345BB2" w:rsidP="008A7827">
      <w:pPr>
        <w:spacing w:after="120"/>
        <w:jc w:val="both"/>
        <w:rPr>
          <w:rFonts w:ascii="PF DinText Pro" w:hAnsi="PF DinText Pro"/>
        </w:rPr>
      </w:pPr>
    </w:p>
    <w:p w:rsidR="00345BB2" w:rsidRPr="004067C1" w:rsidRDefault="00345BB2" w:rsidP="008A7827">
      <w:pPr>
        <w:spacing w:after="120"/>
        <w:jc w:val="both"/>
        <w:rPr>
          <w:rFonts w:ascii="PF DinText Pro" w:hAnsi="PF DinText Pro"/>
        </w:rPr>
      </w:pPr>
    </w:p>
    <w:sectPr w:rsidR="00345BB2" w:rsidRPr="004067C1" w:rsidSect="003A3AE6">
      <w:footerReference w:type="default" r:id="rId9"/>
      <w:pgSz w:w="11906" w:h="16838" w:code="9"/>
      <w:pgMar w:top="1276" w:right="1701" w:bottom="993" w:left="1701" w:header="709" w:footer="4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FEE" w:rsidRDefault="00F13FEE" w:rsidP="002F2A49">
      <w:r>
        <w:separator/>
      </w:r>
    </w:p>
  </w:endnote>
  <w:endnote w:type="continuationSeparator" w:id="0">
    <w:p w:rsidR="00F13FEE" w:rsidRDefault="00F13FEE" w:rsidP="002F2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F DinText Pro">
    <w:panose1 w:val="02000506020000020004"/>
    <w:charset w:val="00"/>
    <w:family w:val="auto"/>
    <w:pitch w:val="variable"/>
    <w:sig w:usb0="E00002BF" w:usb1="5000E0F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FEE" w:rsidRPr="00F352B7" w:rsidRDefault="00F13FEE" w:rsidP="00F352B7">
    <w:pPr>
      <w:pStyle w:val="Rodap"/>
      <w:jc w:val="right"/>
      <w:rPr>
        <w:rFonts w:ascii="PF DinText Pro" w:hAnsi="PF DinText Pro"/>
        <w:sz w:val="20"/>
        <w:szCs w:val="20"/>
      </w:rPr>
    </w:pPr>
    <w:r w:rsidRPr="002F2A49">
      <w:rPr>
        <w:rFonts w:ascii="PF DinText Pro" w:hAnsi="PF DinText Pro"/>
        <w:sz w:val="20"/>
        <w:szCs w:val="20"/>
      </w:rPr>
      <w:t>Pág</w:t>
    </w:r>
    <w:r>
      <w:rPr>
        <w:rFonts w:ascii="PF DinText Pro" w:hAnsi="PF DinText Pro"/>
        <w:sz w:val="20"/>
        <w:szCs w:val="20"/>
      </w:rPr>
      <w:t>.</w:t>
    </w:r>
    <w:r w:rsidRPr="002F2A49">
      <w:rPr>
        <w:rFonts w:ascii="PF DinText Pro" w:hAnsi="PF DinText Pro"/>
        <w:sz w:val="20"/>
        <w:szCs w:val="20"/>
      </w:rPr>
      <w:t xml:space="preserve"> </w:t>
    </w:r>
    <w:r w:rsidRPr="002F2A49">
      <w:rPr>
        <w:rFonts w:ascii="PF DinText Pro" w:hAnsi="PF DinText Pro"/>
        <w:sz w:val="20"/>
        <w:szCs w:val="20"/>
      </w:rPr>
      <w:fldChar w:fldCharType="begin"/>
    </w:r>
    <w:r w:rsidRPr="002F2A49">
      <w:rPr>
        <w:rFonts w:ascii="PF DinText Pro" w:hAnsi="PF DinText Pro"/>
        <w:sz w:val="20"/>
        <w:szCs w:val="20"/>
      </w:rPr>
      <w:instrText xml:space="preserve"> PAGE   \* MERGEFORMAT </w:instrText>
    </w:r>
    <w:r w:rsidRPr="002F2A49">
      <w:rPr>
        <w:rFonts w:ascii="PF DinText Pro" w:hAnsi="PF DinText Pro"/>
        <w:sz w:val="20"/>
        <w:szCs w:val="20"/>
      </w:rPr>
      <w:fldChar w:fldCharType="separate"/>
    </w:r>
    <w:r w:rsidR="003A3AE6">
      <w:rPr>
        <w:rFonts w:ascii="PF DinText Pro" w:hAnsi="PF DinText Pro"/>
        <w:noProof/>
        <w:sz w:val="20"/>
        <w:szCs w:val="20"/>
      </w:rPr>
      <w:t>5</w:t>
    </w:r>
    <w:r w:rsidRPr="002F2A49">
      <w:rPr>
        <w:rFonts w:ascii="PF DinText Pro" w:hAnsi="PF DinText Pro"/>
        <w:sz w:val="20"/>
        <w:szCs w:val="20"/>
      </w:rPr>
      <w:fldChar w:fldCharType="end"/>
    </w:r>
    <w:r w:rsidRPr="002F2A49">
      <w:rPr>
        <w:rFonts w:ascii="PF DinText Pro" w:hAnsi="PF DinText Pro"/>
        <w:sz w:val="20"/>
        <w:szCs w:val="20"/>
      </w:rPr>
      <w:t xml:space="preserve"> </w:t>
    </w:r>
    <w:proofErr w:type="gramStart"/>
    <w:r w:rsidRPr="002F2A49">
      <w:rPr>
        <w:rFonts w:ascii="PF DinText Pro" w:hAnsi="PF DinText Pro"/>
        <w:sz w:val="20"/>
        <w:szCs w:val="20"/>
      </w:rPr>
      <w:t>de</w:t>
    </w:r>
    <w:proofErr w:type="gramEnd"/>
    <w:r w:rsidRPr="002F2A49">
      <w:rPr>
        <w:rFonts w:ascii="PF DinText Pro" w:hAnsi="PF DinText Pro"/>
        <w:sz w:val="20"/>
        <w:szCs w:val="20"/>
      </w:rPr>
      <w:t xml:space="preserve"> </w:t>
    </w:r>
    <w:r w:rsidRPr="002F2A49">
      <w:rPr>
        <w:rFonts w:ascii="PF DinText Pro" w:hAnsi="PF DinText Pro"/>
        <w:sz w:val="20"/>
        <w:szCs w:val="20"/>
      </w:rPr>
      <w:fldChar w:fldCharType="begin"/>
    </w:r>
    <w:r w:rsidRPr="002F2A49">
      <w:rPr>
        <w:rFonts w:ascii="PF DinText Pro" w:hAnsi="PF DinText Pro"/>
        <w:sz w:val="20"/>
        <w:szCs w:val="20"/>
      </w:rPr>
      <w:instrText xml:space="preserve"> NUMPAGES   \* MERGEFORMAT </w:instrText>
    </w:r>
    <w:r w:rsidRPr="002F2A49">
      <w:rPr>
        <w:rFonts w:ascii="PF DinText Pro" w:hAnsi="PF DinText Pro"/>
        <w:sz w:val="20"/>
        <w:szCs w:val="20"/>
      </w:rPr>
      <w:fldChar w:fldCharType="separate"/>
    </w:r>
    <w:r w:rsidR="003A3AE6">
      <w:rPr>
        <w:rFonts w:ascii="PF DinText Pro" w:hAnsi="PF DinText Pro"/>
        <w:noProof/>
        <w:sz w:val="20"/>
        <w:szCs w:val="20"/>
      </w:rPr>
      <w:t>5</w:t>
    </w:r>
    <w:r w:rsidRPr="002F2A49">
      <w:rPr>
        <w:rFonts w:ascii="PF DinText Pro" w:hAnsi="PF DinText Pr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FEE" w:rsidRDefault="00F13FEE" w:rsidP="002F2A49">
      <w:r>
        <w:separator/>
      </w:r>
    </w:p>
  </w:footnote>
  <w:footnote w:type="continuationSeparator" w:id="0">
    <w:p w:rsidR="00F13FEE" w:rsidRDefault="00F13FEE" w:rsidP="002F2A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76D6"/>
    <w:multiLevelType w:val="hybridMultilevel"/>
    <w:tmpl w:val="2C50431A"/>
    <w:lvl w:ilvl="0" w:tplc="C67AE5B6">
      <w:start w:val="1"/>
      <w:numFmt w:val="decimal"/>
      <w:lvlText w:val="%1."/>
      <w:lvlJc w:val="left"/>
      <w:pPr>
        <w:ind w:left="720" w:hanging="360"/>
      </w:pPr>
      <w:rPr>
        <w:rFonts w:ascii="Tw Cen MT" w:hAnsi="Tw Cen MT" w:hint="default"/>
        <w:b/>
        <w:i w:val="0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021A0"/>
    <w:multiLevelType w:val="hybridMultilevel"/>
    <w:tmpl w:val="5D60AEB2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04527"/>
    <w:multiLevelType w:val="hybridMultilevel"/>
    <w:tmpl w:val="F5D44C4A"/>
    <w:lvl w:ilvl="0" w:tplc="C724668E">
      <w:numFmt w:val="bullet"/>
      <w:lvlText w:val=""/>
      <w:lvlJc w:val="left"/>
      <w:pPr>
        <w:ind w:left="-360" w:hanging="360"/>
      </w:pPr>
      <w:rPr>
        <w:rFonts w:ascii="Symbol" w:eastAsia="Times New Roman" w:hAnsi="Symbol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">
    <w:nsid w:val="13B11078"/>
    <w:multiLevelType w:val="hybridMultilevel"/>
    <w:tmpl w:val="8064FA80"/>
    <w:lvl w:ilvl="0" w:tplc="B844BD8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E57F7A"/>
    <w:multiLevelType w:val="hybridMultilevel"/>
    <w:tmpl w:val="8BEC43AA"/>
    <w:lvl w:ilvl="0" w:tplc="0CD00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31E71"/>
    <w:multiLevelType w:val="hybridMultilevel"/>
    <w:tmpl w:val="11DC7A0C"/>
    <w:lvl w:ilvl="0" w:tplc="0CD00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784339"/>
    <w:multiLevelType w:val="multilevel"/>
    <w:tmpl w:val="6CEC36E6"/>
    <w:lvl w:ilvl="0">
      <w:start w:val="1"/>
      <w:numFmt w:val="decimal"/>
      <w:pStyle w:val="1"/>
      <w:lvlText w:val="%1."/>
      <w:lvlJc w:val="left"/>
      <w:pPr>
        <w:ind w:left="6031" w:hanging="360"/>
      </w:pPr>
      <w:rPr>
        <w:rFonts w:hint="default"/>
        <w:i w:val="0"/>
      </w:rPr>
    </w:lvl>
    <w:lvl w:ilvl="1">
      <w:start w:val="1"/>
      <w:numFmt w:val="decimal"/>
      <w:pStyle w:val="11"/>
      <w:isLgl/>
      <w:lvlText w:val="%1.%2."/>
      <w:lvlJc w:val="left"/>
      <w:pPr>
        <w:ind w:left="533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9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5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13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73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7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33" w:hanging="2520"/>
      </w:pPr>
      <w:rPr>
        <w:rFonts w:hint="default"/>
      </w:rPr>
    </w:lvl>
  </w:abstractNum>
  <w:abstractNum w:abstractNumId="7">
    <w:nsid w:val="2D7E692D"/>
    <w:multiLevelType w:val="hybridMultilevel"/>
    <w:tmpl w:val="8842D9E4"/>
    <w:lvl w:ilvl="0" w:tplc="73EA4A5E">
      <w:start w:val="4"/>
      <w:numFmt w:val="decimal"/>
      <w:lvlText w:val="%1."/>
      <w:lvlJc w:val="left"/>
      <w:pPr>
        <w:ind w:left="720" w:hanging="360"/>
      </w:pPr>
      <w:rPr>
        <w:rFonts w:ascii="Tw Cen MT" w:hAnsi="Tw Cen MT"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A0596"/>
    <w:multiLevelType w:val="hybridMultilevel"/>
    <w:tmpl w:val="8ECCB0E2"/>
    <w:lvl w:ilvl="0" w:tplc="062E82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6C576C"/>
    <w:multiLevelType w:val="hybridMultilevel"/>
    <w:tmpl w:val="E2F2F8C8"/>
    <w:lvl w:ilvl="0" w:tplc="82C4FC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E30247"/>
    <w:multiLevelType w:val="hybridMultilevel"/>
    <w:tmpl w:val="FE4064BC"/>
    <w:lvl w:ilvl="0" w:tplc="C67AE5B6">
      <w:start w:val="1"/>
      <w:numFmt w:val="decimal"/>
      <w:lvlText w:val="%1."/>
      <w:lvlJc w:val="left"/>
      <w:pPr>
        <w:ind w:left="720" w:hanging="360"/>
      </w:pPr>
      <w:rPr>
        <w:rFonts w:ascii="Tw Cen MT" w:hAnsi="Tw Cen MT" w:hint="default"/>
        <w:b/>
        <w:i w:val="0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720F5B"/>
    <w:multiLevelType w:val="hybridMultilevel"/>
    <w:tmpl w:val="83BC456A"/>
    <w:lvl w:ilvl="0" w:tplc="0CD00CC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8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6937161"/>
    <w:multiLevelType w:val="hybridMultilevel"/>
    <w:tmpl w:val="3AB48DCA"/>
    <w:lvl w:ilvl="0" w:tplc="B472E7CC">
      <w:start w:val="1"/>
      <w:numFmt w:val="decimal"/>
      <w:lvlText w:val="%1."/>
      <w:lvlJc w:val="left"/>
      <w:pPr>
        <w:ind w:left="720" w:hanging="360"/>
      </w:pPr>
      <w:rPr>
        <w:rFonts w:ascii="PF DinText Pro" w:hAnsi="PF DinText Pro" w:hint="default"/>
        <w:b/>
        <w:i w:val="0"/>
        <w:color w:val="548DD4" w:themeColor="text2" w:themeTint="99"/>
        <w:sz w:val="32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5045EE"/>
    <w:multiLevelType w:val="hybridMultilevel"/>
    <w:tmpl w:val="0846B4EA"/>
    <w:lvl w:ilvl="0" w:tplc="0CD00CC6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sz w:val="16"/>
      </w:rPr>
    </w:lvl>
    <w:lvl w:ilvl="1" w:tplc="08160003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4">
    <w:nsid w:val="6F030A48"/>
    <w:multiLevelType w:val="hybridMultilevel"/>
    <w:tmpl w:val="F7BEF77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921662"/>
    <w:multiLevelType w:val="hybridMultilevel"/>
    <w:tmpl w:val="8064FA80"/>
    <w:lvl w:ilvl="0" w:tplc="B844BD8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573EEB"/>
    <w:multiLevelType w:val="hybridMultilevel"/>
    <w:tmpl w:val="E618C752"/>
    <w:lvl w:ilvl="0" w:tplc="0CD00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11"/>
  </w:num>
  <w:num w:numId="9">
    <w:abstractNumId w:val="3"/>
  </w:num>
  <w:num w:numId="10">
    <w:abstractNumId w:val="2"/>
  </w:num>
  <w:num w:numId="11">
    <w:abstractNumId w:val="14"/>
  </w:num>
  <w:num w:numId="12">
    <w:abstractNumId w:val="0"/>
  </w:num>
  <w:num w:numId="13">
    <w:abstractNumId w:val="1"/>
  </w:num>
  <w:num w:numId="14">
    <w:abstractNumId w:val="6"/>
  </w:num>
  <w:num w:numId="15">
    <w:abstractNumId w:val="7"/>
  </w:num>
  <w:num w:numId="16">
    <w:abstractNumId w:val="9"/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33"/>
    <w:rsid w:val="000F72FB"/>
    <w:rsid w:val="00186E1E"/>
    <w:rsid w:val="001B3BBA"/>
    <w:rsid w:val="001B731F"/>
    <w:rsid w:val="001C5E80"/>
    <w:rsid w:val="001D0FAA"/>
    <w:rsid w:val="00201969"/>
    <w:rsid w:val="00232AED"/>
    <w:rsid w:val="002430DE"/>
    <w:rsid w:val="0026087A"/>
    <w:rsid w:val="002C0BE8"/>
    <w:rsid w:val="002F18CA"/>
    <w:rsid w:val="002F2A49"/>
    <w:rsid w:val="00345BB2"/>
    <w:rsid w:val="003472DD"/>
    <w:rsid w:val="00380BEB"/>
    <w:rsid w:val="003A3AE6"/>
    <w:rsid w:val="003C44CC"/>
    <w:rsid w:val="003D384F"/>
    <w:rsid w:val="003D4B5E"/>
    <w:rsid w:val="003F1C41"/>
    <w:rsid w:val="004067C1"/>
    <w:rsid w:val="0046151F"/>
    <w:rsid w:val="004A00ED"/>
    <w:rsid w:val="004C370B"/>
    <w:rsid w:val="00510306"/>
    <w:rsid w:val="00523235"/>
    <w:rsid w:val="00546AD1"/>
    <w:rsid w:val="005655D5"/>
    <w:rsid w:val="00574634"/>
    <w:rsid w:val="005B0FC9"/>
    <w:rsid w:val="005C600E"/>
    <w:rsid w:val="006A11E6"/>
    <w:rsid w:val="006D1896"/>
    <w:rsid w:val="006D54CD"/>
    <w:rsid w:val="006D6BDC"/>
    <w:rsid w:val="00781CFA"/>
    <w:rsid w:val="007C1EFB"/>
    <w:rsid w:val="00814AF9"/>
    <w:rsid w:val="0082385A"/>
    <w:rsid w:val="008323A8"/>
    <w:rsid w:val="0085378A"/>
    <w:rsid w:val="0085617E"/>
    <w:rsid w:val="008A7827"/>
    <w:rsid w:val="008B0367"/>
    <w:rsid w:val="008B6E46"/>
    <w:rsid w:val="008C3D21"/>
    <w:rsid w:val="008C5670"/>
    <w:rsid w:val="0091632C"/>
    <w:rsid w:val="00916BC9"/>
    <w:rsid w:val="00934740"/>
    <w:rsid w:val="00993D1F"/>
    <w:rsid w:val="00993FB3"/>
    <w:rsid w:val="009D4AE4"/>
    <w:rsid w:val="009F1DC8"/>
    <w:rsid w:val="009F782B"/>
    <w:rsid w:val="00A02ACF"/>
    <w:rsid w:val="00A217AA"/>
    <w:rsid w:val="00A63232"/>
    <w:rsid w:val="00B23BF6"/>
    <w:rsid w:val="00B47F24"/>
    <w:rsid w:val="00B504C9"/>
    <w:rsid w:val="00B523BB"/>
    <w:rsid w:val="00B542AD"/>
    <w:rsid w:val="00BB3D41"/>
    <w:rsid w:val="00BC4C1A"/>
    <w:rsid w:val="00C161C0"/>
    <w:rsid w:val="00CA3AAB"/>
    <w:rsid w:val="00CF215B"/>
    <w:rsid w:val="00D62E55"/>
    <w:rsid w:val="00D914C8"/>
    <w:rsid w:val="00D973EE"/>
    <w:rsid w:val="00DA173A"/>
    <w:rsid w:val="00DB2BAE"/>
    <w:rsid w:val="00DC57B9"/>
    <w:rsid w:val="00E0665C"/>
    <w:rsid w:val="00E133E8"/>
    <w:rsid w:val="00E13D37"/>
    <w:rsid w:val="00E26986"/>
    <w:rsid w:val="00E72664"/>
    <w:rsid w:val="00E915BA"/>
    <w:rsid w:val="00F13FEE"/>
    <w:rsid w:val="00F352B7"/>
    <w:rsid w:val="00FD44EC"/>
    <w:rsid w:val="00FD6002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B33"/>
    <w:rPr>
      <w:rFonts w:ascii="Times New Roman" w:eastAsia="Times New Roman" w:hAnsi="Times New Roman"/>
      <w:sz w:val="24"/>
      <w:szCs w:val="24"/>
    </w:rPr>
  </w:style>
  <w:style w:type="paragraph" w:styleId="Cabealho1">
    <w:name w:val="heading 1"/>
    <w:basedOn w:val="Normal"/>
    <w:next w:val="Normal"/>
    <w:link w:val="Cabealho1Carcter1"/>
    <w:qFormat/>
    <w:rsid w:val="00FF7B33"/>
    <w:pPr>
      <w:keepNext/>
      <w:jc w:val="both"/>
      <w:outlineLvl w:val="0"/>
    </w:pPr>
    <w:rPr>
      <w:rFonts w:ascii="Garamond" w:hAnsi="Garamond"/>
      <w:sz w:val="28"/>
      <w:szCs w:val="20"/>
    </w:rPr>
  </w:style>
  <w:style w:type="paragraph" w:styleId="Cabealho2">
    <w:name w:val="heading 2"/>
    <w:basedOn w:val="Normal"/>
    <w:next w:val="Normal"/>
    <w:link w:val="Cabealho2Carcter"/>
    <w:semiHidden/>
    <w:unhideWhenUsed/>
    <w:qFormat/>
    <w:rsid w:val="00FF7B33"/>
    <w:pPr>
      <w:keepNext/>
      <w:jc w:val="center"/>
      <w:outlineLvl w:val="1"/>
    </w:pPr>
    <w:rPr>
      <w:rFonts w:ascii="Garamond" w:hAnsi="Garamond"/>
      <w:b/>
      <w:smallCaps/>
      <w:color w:val="800000"/>
      <w:sz w:val="32"/>
      <w:szCs w:val="20"/>
    </w:rPr>
  </w:style>
  <w:style w:type="paragraph" w:styleId="Cabealho3">
    <w:name w:val="heading 3"/>
    <w:basedOn w:val="Normal"/>
    <w:next w:val="Normal"/>
    <w:link w:val="Cabealho3Carcter"/>
    <w:uiPriority w:val="9"/>
    <w:semiHidden/>
    <w:unhideWhenUsed/>
    <w:qFormat/>
    <w:rsid w:val="006D54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4">
    <w:name w:val="heading 4"/>
    <w:basedOn w:val="Normal"/>
    <w:next w:val="Normal"/>
    <w:link w:val="Cabealho4Carcter1"/>
    <w:semiHidden/>
    <w:unhideWhenUsed/>
    <w:qFormat/>
    <w:rsid w:val="00FF7B33"/>
    <w:pPr>
      <w:keepNext/>
      <w:jc w:val="both"/>
      <w:outlineLvl w:val="3"/>
    </w:pPr>
    <w:rPr>
      <w:rFonts w:ascii="Tw Cen MT" w:hAnsi="Tw Cen MT"/>
      <w:b/>
      <w:color w:val="800000"/>
      <w:sz w:val="30"/>
    </w:rPr>
  </w:style>
  <w:style w:type="paragraph" w:styleId="Cabealho5">
    <w:name w:val="heading 5"/>
    <w:basedOn w:val="Normal"/>
    <w:next w:val="Normal"/>
    <w:link w:val="Cabealho5Carcter"/>
    <w:semiHidden/>
    <w:unhideWhenUsed/>
    <w:qFormat/>
    <w:rsid w:val="00FF7B33"/>
    <w:pPr>
      <w:keepNext/>
      <w:jc w:val="both"/>
      <w:outlineLvl w:val="4"/>
    </w:pPr>
    <w:rPr>
      <w:rFonts w:ascii="Tw Cen MT" w:hAnsi="Tw Cen MT"/>
      <w:b/>
      <w:smallCaps/>
      <w:color w:val="800000"/>
    </w:rPr>
  </w:style>
  <w:style w:type="paragraph" w:styleId="Cabealho6">
    <w:name w:val="heading 6"/>
    <w:basedOn w:val="Normal"/>
    <w:next w:val="Normal"/>
    <w:link w:val="Cabealho6Carcter1"/>
    <w:semiHidden/>
    <w:unhideWhenUsed/>
    <w:qFormat/>
    <w:rsid w:val="00FF7B33"/>
    <w:pPr>
      <w:keepNext/>
      <w:jc w:val="both"/>
      <w:outlineLvl w:val="5"/>
    </w:pPr>
    <w:rPr>
      <w:rFonts w:ascii="Tw Cen MT" w:hAnsi="Tw Cen MT"/>
      <w:b/>
      <w:iCs/>
      <w:smallCaps/>
      <w:color w:val="800000"/>
      <w:sz w:val="28"/>
    </w:rPr>
  </w:style>
  <w:style w:type="paragraph" w:styleId="Cabealho7">
    <w:name w:val="heading 7"/>
    <w:basedOn w:val="Normal"/>
    <w:next w:val="Normal"/>
    <w:link w:val="Cabealho7Carcter"/>
    <w:semiHidden/>
    <w:unhideWhenUsed/>
    <w:qFormat/>
    <w:rsid w:val="00FF7B33"/>
    <w:pPr>
      <w:keepNext/>
      <w:jc w:val="both"/>
      <w:outlineLvl w:val="6"/>
    </w:pPr>
    <w:rPr>
      <w:rFonts w:ascii="Tw Cen MT" w:hAnsi="Tw Cen MT"/>
      <w:b/>
      <w:bCs/>
      <w:i/>
      <w:iCs/>
      <w:smallCaps/>
      <w:color w:val="800000"/>
      <w:sz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nhideWhenUsed/>
    <w:rsid w:val="002F2A49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rsid w:val="002F2A49"/>
  </w:style>
  <w:style w:type="paragraph" w:styleId="Rodap">
    <w:name w:val="footer"/>
    <w:basedOn w:val="Normal"/>
    <w:link w:val="RodapCarcter"/>
    <w:uiPriority w:val="99"/>
    <w:unhideWhenUsed/>
    <w:rsid w:val="002F2A49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2F2A49"/>
  </w:style>
  <w:style w:type="paragraph" w:styleId="Textodebalo">
    <w:name w:val="Balloon Text"/>
    <w:basedOn w:val="Normal"/>
    <w:link w:val="TextodebaloCarcter"/>
    <w:uiPriority w:val="99"/>
    <w:semiHidden/>
    <w:unhideWhenUsed/>
    <w:rsid w:val="002F2A49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2F2A49"/>
    <w:rPr>
      <w:rFonts w:ascii="Tahoma" w:hAnsi="Tahoma" w:cs="Tahoma"/>
      <w:sz w:val="16"/>
      <w:szCs w:val="16"/>
    </w:rPr>
  </w:style>
  <w:style w:type="character" w:customStyle="1" w:styleId="Cabealho1Carcter">
    <w:name w:val="Cabeçalho 1 Carácter"/>
    <w:basedOn w:val="Tipodeletrapredefinidodopargrafo"/>
    <w:uiPriority w:val="9"/>
    <w:rsid w:val="00FF7B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cter">
    <w:name w:val="Cabeçalho 2 Carácter"/>
    <w:basedOn w:val="Tipodeletrapredefinidodopargrafo"/>
    <w:link w:val="Cabealho2"/>
    <w:semiHidden/>
    <w:rsid w:val="00FF7B33"/>
    <w:rPr>
      <w:rFonts w:ascii="Garamond" w:eastAsia="Times New Roman" w:hAnsi="Garamond"/>
      <w:b/>
      <w:smallCaps/>
      <w:color w:val="800000"/>
      <w:sz w:val="32"/>
    </w:rPr>
  </w:style>
  <w:style w:type="character" w:customStyle="1" w:styleId="Cabealho4Carcter">
    <w:name w:val="Cabeçalho 4 Carácter"/>
    <w:basedOn w:val="Tipodeletrapredefinidodopargrafo"/>
    <w:uiPriority w:val="9"/>
    <w:semiHidden/>
    <w:rsid w:val="00FF7B3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Cabealho5Carcter">
    <w:name w:val="Cabeçalho 5 Carácter"/>
    <w:basedOn w:val="Tipodeletrapredefinidodopargrafo"/>
    <w:link w:val="Cabealho5"/>
    <w:semiHidden/>
    <w:rsid w:val="00FF7B33"/>
    <w:rPr>
      <w:rFonts w:ascii="Tw Cen MT" w:eastAsia="Times New Roman" w:hAnsi="Tw Cen MT"/>
      <w:b/>
      <w:smallCaps/>
      <w:color w:val="800000"/>
      <w:sz w:val="24"/>
      <w:szCs w:val="24"/>
    </w:rPr>
  </w:style>
  <w:style w:type="character" w:customStyle="1" w:styleId="Cabealho6Carcter">
    <w:name w:val="Cabeçalho 6 Carácter"/>
    <w:basedOn w:val="Tipodeletrapredefinidodopargrafo"/>
    <w:uiPriority w:val="9"/>
    <w:semiHidden/>
    <w:rsid w:val="00FF7B3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Cabealho7Carcter">
    <w:name w:val="Cabeçalho 7 Carácter"/>
    <w:basedOn w:val="Tipodeletrapredefinidodopargrafo"/>
    <w:link w:val="Cabealho7"/>
    <w:semiHidden/>
    <w:rsid w:val="00FF7B33"/>
    <w:rPr>
      <w:rFonts w:ascii="Tw Cen MT" w:eastAsia="Times New Roman" w:hAnsi="Tw Cen MT"/>
      <w:b/>
      <w:bCs/>
      <w:i/>
      <w:iCs/>
      <w:smallCaps/>
      <w:color w:val="800000"/>
      <w:sz w:val="28"/>
      <w:szCs w:val="24"/>
    </w:rPr>
  </w:style>
  <w:style w:type="paragraph" w:styleId="NormalWeb">
    <w:name w:val="Normal (Web)"/>
    <w:basedOn w:val="Normal"/>
    <w:semiHidden/>
    <w:unhideWhenUsed/>
    <w:rsid w:val="00FF7B3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orpodetexto">
    <w:name w:val="Body Text"/>
    <w:basedOn w:val="Normal"/>
    <w:link w:val="CorpodetextoCarcter"/>
    <w:unhideWhenUsed/>
    <w:rsid w:val="00FF7B33"/>
    <w:pPr>
      <w:jc w:val="center"/>
    </w:pPr>
    <w:rPr>
      <w:rFonts w:ascii="Verdana" w:hAnsi="Verdana"/>
      <w:b/>
      <w:sz w:val="28"/>
      <w:szCs w:val="20"/>
    </w:rPr>
  </w:style>
  <w:style w:type="character" w:customStyle="1" w:styleId="CorpodetextoCarcter">
    <w:name w:val="Corpo de texto Carácter"/>
    <w:basedOn w:val="Tipodeletrapredefinidodopargrafo"/>
    <w:link w:val="Corpodetexto"/>
    <w:rsid w:val="00FF7B33"/>
    <w:rPr>
      <w:rFonts w:ascii="Verdana" w:eastAsia="Times New Roman" w:hAnsi="Verdana"/>
      <w:b/>
      <w:sz w:val="28"/>
    </w:rPr>
  </w:style>
  <w:style w:type="paragraph" w:styleId="Avanodecorpodetexto">
    <w:name w:val="Body Text Indent"/>
    <w:basedOn w:val="Normal"/>
    <w:link w:val="AvanodecorpodetextoCarcter"/>
    <w:semiHidden/>
    <w:unhideWhenUsed/>
    <w:rsid w:val="00FF7B33"/>
    <w:pPr>
      <w:ind w:firstLine="851"/>
      <w:jc w:val="both"/>
    </w:pPr>
    <w:rPr>
      <w:rFonts w:ascii="Garamond" w:hAnsi="Garamond"/>
      <w:sz w:val="28"/>
      <w:szCs w:val="20"/>
    </w:rPr>
  </w:style>
  <w:style w:type="character" w:customStyle="1" w:styleId="AvanodecorpodetextoCarcter">
    <w:name w:val="Avanço de corpo de texto Carácter"/>
    <w:basedOn w:val="Tipodeletrapredefinidodopargrafo"/>
    <w:link w:val="Avanodecorpodetexto"/>
    <w:semiHidden/>
    <w:rsid w:val="00FF7B33"/>
    <w:rPr>
      <w:rFonts w:ascii="Garamond" w:eastAsia="Times New Roman" w:hAnsi="Garamond"/>
      <w:sz w:val="28"/>
    </w:rPr>
  </w:style>
  <w:style w:type="paragraph" w:styleId="Corpodetexto2">
    <w:name w:val="Body Text 2"/>
    <w:basedOn w:val="Normal"/>
    <w:link w:val="Corpodetexto2Carcter"/>
    <w:semiHidden/>
    <w:unhideWhenUsed/>
    <w:rsid w:val="00FF7B33"/>
    <w:pPr>
      <w:jc w:val="both"/>
    </w:pPr>
    <w:rPr>
      <w:rFonts w:ascii="Garamond" w:hAnsi="Garamond"/>
      <w:bCs/>
      <w:iCs/>
      <w:sz w:val="28"/>
      <w:szCs w:val="20"/>
    </w:rPr>
  </w:style>
  <w:style w:type="character" w:customStyle="1" w:styleId="Corpodetexto2Carcter">
    <w:name w:val="Corpo de texto 2 Carácter"/>
    <w:basedOn w:val="Tipodeletrapredefinidodopargrafo"/>
    <w:link w:val="Corpodetexto2"/>
    <w:semiHidden/>
    <w:rsid w:val="00FF7B33"/>
    <w:rPr>
      <w:rFonts w:ascii="Garamond" w:eastAsia="Times New Roman" w:hAnsi="Garamond"/>
      <w:bCs/>
      <w:iCs/>
      <w:sz w:val="28"/>
    </w:rPr>
  </w:style>
  <w:style w:type="paragraph" w:styleId="Corpodetexto3">
    <w:name w:val="Body Text 3"/>
    <w:basedOn w:val="Normal"/>
    <w:link w:val="Corpodetexto3Carcter"/>
    <w:semiHidden/>
    <w:unhideWhenUsed/>
    <w:rsid w:val="00FF7B33"/>
    <w:pPr>
      <w:jc w:val="center"/>
    </w:pPr>
    <w:rPr>
      <w:rFonts w:ascii="Garamond" w:hAnsi="Garamond"/>
      <w:b/>
      <w:smallCaps/>
      <w:color w:val="800000"/>
      <w:sz w:val="32"/>
      <w:szCs w:val="20"/>
    </w:rPr>
  </w:style>
  <w:style w:type="character" w:customStyle="1" w:styleId="Corpodetexto3Carcter">
    <w:name w:val="Corpo de texto 3 Carácter"/>
    <w:basedOn w:val="Tipodeletrapredefinidodopargrafo"/>
    <w:link w:val="Corpodetexto3"/>
    <w:semiHidden/>
    <w:rsid w:val="00FF7B33"/>
    <w:rPr>
      <w:rFonts w:ascii="Garamond" w:eastAsia="Times New Roman" w:hAnsi="Garamond"/>
      <w:b/>
      <w:smallCaps/>
      <w:color w:val="800000"/>
      <w:sz w:val="32"/>
    </w:rPr>
  </w:style>
  <w:style w:type="character" w:customStyle="1" w:styleId="Cabealho4Carcter1">
    <w:name w:val="Cabeçalho 4 Carácter1"/>
    <w:basedOn w:val="Tipodeletrapredefinidodopargrafo"/>
    <w:link w:val="Cabealho4"/>
    <w:semiHidden/>
    <w:locked/>
    <w:rsid w:val="00FF7B33"/>
    <w:rPr>
      <w:rFonts w:ascii="Tw Cen MT" w:eastAsia="Times New Roman" w:hAnsi="Tw Cen MT"/>
      <w:b/>
      <w:color w:val="800000"/>
      <w:sz w:val="30"/>
      <w:szCs w:val="24"/>
    </w:rPr>
  </w:style>
  <w:style w:type="character" w:customStyle="1" w:styleId="Cabealho1Carcter1">
    <w:name w:val="Cabeçalho 1 Carácter1"/>
    <w:basedOn w:val="Tipodeletrapredefinidodopargrafo"/>
    <w:link w:val="Cabealho1"/>
    <w:locked/>
    <w:rsid w:val="00FF7B33"/>
    <w:rPr>
      <w:rFonts w:ascii="Garamond" w:eastAsia="Times New Roman" w:hAnsi="Garamond"/>
      <w:sz w:val="28"/>
    </w:rPr>
  </w:style>
  <w:style w:type="character" w:customStyle="1" w:styleId="Cabealho6Carcter1">
    <w:name w:val="Cabeçalho 6 Carácter1"/>
    <w:basedOn w:val="Tipodeletrapredefinidodopargrafo"/>
    <w:link w:val="Cabealho6"/>
    <w:semiHidden/>
    <w:locked/>
    <w:rsid w:val="00FF7B33"/>
    <w:rPr>
      <w:rFonts w:ascii="Tw Cen MT" w:eastAsia="Times New Roman" w:hAnsi="Tw Cen MT"/>
      <w:b/>
      <w:iCs/>
      <w:smallCaps/>
      <w:color w:val="800000"/>
      <w:sz w:val="28"/>
      <w:szCs w:val="24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82385A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82385A"/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82385A"/>
    <w:rPr>
      <w:rFonts w:ascii="Times New Roman" w:eastAsia="Times New Roman" w:hAnsi="Times New Roman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82385A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82385A"/>
    <w:rPr>
      <w:rFonts w:ascii="Times New Roman" w:eastAsia="Times New Roman" w:hAnsi="Times New Roman"/>
      <w:b/>
      <w:bCs/>
    </w:rPr>
  </w:style>
  <w:style w:type="paragraph" w:styleId="PargrafodaLista">
    <w:name w:val="List Paragraph"/>
    <w:basedOn w:val="Normal"/>
    <w:uiPriority w:val="34"/>
    <w:qFormat/>
    <w:rsid w:val="006A11E6"/>
    <w:pPr>
      <w:ind w:left="720"/>
      <w:contextualSpacing/>
    </w:pPr>
  </w:style>
  <w:style w:type="paragraph" w:styleId="ndice1">
    <w:name w:val="toc 1"/>
    <w:basedOn w:val="Normal"/>
    <w:next w:val="Normal"/>
    <w:autoRedefine/>
    <w:uiPriority w:val="39"/>
    <w:unhideWhenUsed/>
    <w:rsid w:val="00E133E8"/>
    <w:pPr>
      <w:spacing w:after="100"/>
    </w:pPr>
    <w:rPr>
      <w:rFonts w:ascii="PF DinText Pro" w:hAnsi="PF DinText Pro"/>
    </w:rPr>
  </w:style>
  <w:style w:type="paragraph" w:styleId="ndice2">
    <w:name w:val="toc 2"/>
    <w:basedOn w:val="Normal"/>
    <w:next w:val="Normal"/>
    <w:autoRedefine/>
    <w:uiPriority w:val="39"/>
    <w:unhideWhenUsed/>
    <w:rsid w:val="00E26986"/>
    <w:pPr>
      <w:spacing w:after="100"/>
      <w:ind w:left="240"/>
    </w:pPr>
  </w:style>
  <w:style w:type="paragraph" w:styleId="ndice3">
    <w:name w:val="toc 3"/>
    <w:basedOn w:val="Normal"/>
    <w:next w:val="Normal"/>
    <w:autoRedefine/>
    <w:uiPriority w:val="39"/>
    <w:unhideWhenUsed/>
    <w:rsid w:val="00E26986"/>
    <w:pPr>
      <w:spacing w:after="100"/>
      <w:ind w:left="480"/>
    </w:pPr>
  </w:style>
  <w:style w:type="character" w:styleId="Hiperligao">
    <w:name w:val="Hyperlink"/>
    <w:basedOn w:val="Tipodeletrapredefinidodopargrafo"/>
    <w:uiPriority w:val="99"/>
    <w:unhideWhenUsed/>
    <w:rsid w:val="00E26986"/>
    <w:rPr>
      <w:color w:val="0000FF" w:themeColor="hyperlink"/>
      <w:u w:val="single"/>
    </w:rPr>
  </w:style>
  <w:style w:type="paragraph" w:customStyle="1" w:styleId="1">
    <w:name w:val="1"/>
    <w:basedOn w:val="Cabealho6"/>
    <w:link w:val="1Carcter"/>
    <w:qFormat/>
    <w:rsid w:val="006D54CD"/>
    <w:pPr>
      <w:numPr>
        <w:numId w:val="14"/>
      </w:numPr>
      <w:tabs>
        <w:tab w:val="left" w:pos="284"/>
      </w:tabs>
      <w:ind w:left="0" w:firstLine="0"/>
    </w:pPr>
    <w:rPr>
      <w:rFonts w:ascii="PF DinText Pro" w:hAnsi="PF DinText Pro"/>
      <w:color w:val="548DD4" w:themeColor="text2" w:themeTint="99"/>
      <w:sz w:val="32"/>
      <w:szCs w:val="32"/>
      <w:u w:val="single"/>
    </w:rPr>
  </w:style>
  <w:style w:type="paragraph" w:customStyle="1" w:styleId="11">
    <w:name w:val="1.1"/>
    <w:basedOn w:val="Cabealho2"/>
    <w:link w:val="11Carcter"/>
    <w:qFormat/>
    <w:rsid w:val="006D54CD"/>
    <w:pPr>
      <w:numPr>
        <w:ilvl w:val="1"/>
        <w:numId w:val="14"/>
      </w:numPr>
      <w:tabs>
        <w:tab w:val="left" w:pos="567"/>
      </w:tabs>
      <w:ind w:left="0" w:firstLine="0"/>
      <w:jc w:val="left"/>
    </w:pPr>
    <w:rPr>
      <w:rFonts w:ascii="PF DinText Pro" w:hAnsi="PF DinText Pro"/>
      <w:color w:val="auto"/>
      <w:sz w:val="28"/>
    </w:rPr>
  </w:style>
  <w:style w:type="character" w:customStyle="1" w:styleId="1Carcter">
    <w:name w:val="1 Carácter"/>
    <w:basedOn w:val="Cabealho6Carcter1"/>
    <w:link w:val="1"/>
    <w:rsid w:val="006D54CD"/>
    <w:rPr>
      <w:rFonts w:ascii="PF DinText Pro" w:eastAsia="Times New Roman" w:hAnsi="PF DinText Pro"/>
      <w:b/>
      <w:iCs/>
      <w:smallCaps/>
      <w:color w:val="548DD4" w:themeColor="text2" w:themeTint="99"/>
      <w:sz w:val="32"/>
      <w:szCs w:val="32"/>
      <w:u w:val="single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6D54C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pt-PT"/>
    </w:rPr>
  </w:style>
  <w:style w:type="character" w:customStyle="1" w:styleId="11Carcter">
    <w:name w:val="1.1 Carácter"/>
    <w:basedOn w:val="Cabealho2Carcter"/>
    <w:link w:val="11"/>
    <w:rsid w:val="006D54CD"/>
    <w:rPr>
      <w:rFonts w:ascii="PF DinText Pro" w:eastAsia="Times New Roman" w:hAnsi="PF DinText Pro"/>
      <w:b/>
      <w:smallCaps/>
      <w:color w:val="800000"/>
      <w:sz w:val="28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semiHidden/>
    <w:rsid w:val="006D54C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111">
    <w:name w:val="1.1.1"/>
    <w:basedOn w:val="Normal"/>
    <w:link w:val="111Carcter"/>
    <w:qFormat/>
    <w:rsid w:val="006D54CD"/>
    <w:pPr>
      <w:tabs>
        <w:tab w:val="left" w:pos="0"/>
      </w:tabs>
      <w:jc w:val="both"/>
    </w:pPr>
    <w:rPr>
      <w:rFonts w:ascii="PF DinText Pro" w:hAnsi="PF DinText Pro"/>
      <w:b/>
      <w:bCs/>
    </w:rPr>
  </w:style>
  <w:style w:type="character" w:customStyle="1" w:styleId="111Carcter">
    <w:name w:val="1.1.1 Carácter"/>
    <w:basedOn w:val="Tipodeletrapredefinidodopargrafo"/>
    <w:link w:val="111"/>
    <w:rsid w:val="006D54CD"/>
    <w:rPr>
      <w:rFonts w:ascii="PF DinText Pro" w:eastAsia="Times New Roman" w:hAnsi="PF DinText Pro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B33"/>
    <w:rPr>
      <w:rFonts w:ascii="Times New Roman" w:eastAsia="Times New Roman" w:hAnsi="Times New Roman"/>
      <w:sz w:val="24"/>
      <w:szCs w:val="24"/>
    </w:rPr>
  </w:style>
  <w:style w:type="paragraph" w:styleId="Cabealho1">
    <w:name w:val="heading 1"/>
    <w:basedOn w:val="Normal"/>
    <w:next w:val="Normal"/>
    <w:link w:val="Cabealho1Carcter1"/>
    <w:qFormat/>
    <w:rsid w:val="00FF7B33"/>
    <w:pPr>
      <w:keepNext/>
      <w:jc w:val="both"/>
      <w:outlineLvl w:val="0"/>
    </w:pPr>
    <w:rPr>
      <w:rFonts w:ascii="Garamond" w:hAnsi="Garamond"/>
      <w:sz w:val="28"/>
      <w:szCs w:val="20"/>
    </w:rPr>
  </w:style>
  <w:style w:type="paragraph" w:styleId="Cabealho2">
    <w:name w:val="heading 2"/>
    <w:basedOn w:val="Normal"/>
    <w:next w:val="Normal"/>
    <w:link w:val="Cabealho2Carcter"/>
    <w:semiHidden/>
    <w:unhideWhenUsed/>
    <w:qFormat/>
    <w:rsid w:val="00FF7B33"/>
    <w:pPr>
      <w:keepNext/>
      <w:jc w:val="center"/>
      <w:outlineLvl w:val="1"/>
    </w:pPr>
    <w:rPr>
      <w:rFonts w:ascii="Garamond" w:hAnsi="Garamond"/>
      <w:b/>
      <w:smallCaps/>
      <w:color w:val="800000"/>
      <w:sz w:val="32"/>
      <w:szCs w:val="20"/>
    </w:rPr>
  </w:style>
  <w:style w:type="paragraph" w:styleId="Cabealho3">
    <w:name w:val="heading 3"/>
    <w:basedOn w:val="Normal"/>
    <w:next w:val="Normal"/>
    <w:link w:val="Cabealho3Carcter"/>
    <w:uiPriority w:val="9"/>
    <w:semiHidden/>
    <w:unhideWhenUsed/>
    <w:qFormat/>
    <w:rsid w:val="006D54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4">
    <w:name w:val="heading 4"/>
    <w:basedOn w:val="Normal"/>
    <w:next w:val="Normal"/>
    <w:link w:val="Cabealho4Carcter1"/>
    <w:semiHidden/>
    <w:unhideWhenUsed/>
    <w:qFormat/>
    <w:rsid w:val="00FF7B33"/>
    <w:pPr>
      <w:keepNext/>
      <w:jc w:val="both"/>
      <w:outlineLvl w:val="3"/>
    </w:pPr>
    <w:rPr>
      <w:rFonts w:ascii="Tw Cen MT" w:hAnsi="Tw Cen MT"/>
      <w:b/>
      <w:color w:val="800000"/>
      <w:sz w:val="30"/>
    </w:rPr>
  </w:style>
  <w:style w:type="paragraph" w:styleId="Cabealho5">
    <w:name w:val="heading 5"/>
    <w:basedOn w:val="Normal"/>
    <w:next w:val="Normal"/>
    <w:link w:val="Cabealho5Carcter"/>
    <w:semiHidden/>
    <w:unhideWhenUsed/>
    <w:qFormat/>
    <w:rsid w:val="00FF7B33"/>
    <w:pPr>
      <w:keepNext/>
      <w:jc w:val="both"/>
      <w:outlineLvl w:val="4"/>
    </w:pPr>
    <w:rPr>
      <w:rFonts w:ascii="Tw Cen MT" w:hAnsi="Tw Cen MT"/>
      <w:b/>
      <w:smallCaps/>
      <w:color w:val="800000"/>
    </w:rPr>
  </w:style>
  <w:style w:type="paragraph" w:styleId="Cabealho6">
    <w:name w:val="heading 6"/>
    <w:basedOn w:val="Normal"/>
    <w:next w:val="Normal"/>
    <w:link w:val="Cabealho6Carcter1"/>
    <w:semiHidden/>
    <w:unhideWhenUsed/>
    <w:qFormat/>
    <w:rsid w:val="00FF7B33"/>
    <w:pPr>
      <w:keepNext/>
      <w:jc w:val="both"/>
      <w:outlineLvl w:val="5"/>
    </w:pPr>
    <w:rPr>
      <w:rFonts w:ascii="Tw Cen MT" w:hAnsi="Tw Cen MT"/>
      <w:b/>
      <w:iCs/>
      <w:smallCaps/>
      <w:color w:val="800000"/>
      <w:sz w:val="28"/>
    </w:rPr>
  </w:style>
  <w:style w:type="paragraph" w:styleId="Cabealho7">
    <w:name w:val="heading 7"/>
    <w:basedOn w:val="Normal"/>
    <w:next w:val="Normal"/>
    <w:link w:val="Cabealho7Carcter"/>
    <w:semiHidden/>
    <w:unhideWhenUsed/>
    <w:qFormat/>
    <w:rsid w:val="00FF7B33"/>
    <w:pPr>
      <w:keepNext/>
      <w:jc w:val="both"/>
      <w:outlineLvl w:val="6"/>
    </w:pPr>
    <w:rPr>
      <w:rFonts w:ascii="Tw Cen MT" w:hAnsi="Tw Cen MT"/>
      <w:b/>
      <w:bCs/>
      <w:i/>
      <w:iCs/>
      <w:smallCaps/>
      <w:color w:val="800000"/>
      <w:sz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nhideWhenUsed/>
    <w:rsid w:val="002F2A49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rsid w:val="002F2A49"/>
  </w:style>
  <w:style w:type="paragraph" w:styleId="Rodap">
    <w:name w:val="footer"/>
    <w:basedOn w:val="Normal"/>
    <w:link w:val="RodapCarcter"/>
    <w:uiPriority w:val="99"/>
    <w:unhideWhenUsed/>
    <w:rsid w:val="002F2A49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2F2A49"/>
  </w:style>
  <w:style w:type="paragraph" w:styleId="Textodebalo">
    <w:name w:val="Balloon Text"/>
    <w:basedOn w:val="Normal"/>
    <w:link w:val="TextodebaloCarcter"/>
    <w:uiPriority w:val="99"/>
    <w:semiHidden/>
    <w:unhideWhenUsed/>
    <w:rsid w:val="002F2A49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2F2A49"/>
    <w:rPr>
      <w:rFonts w:ascii="Tahoma" w:hAnsi="Tahoma" w:cs="Tahoma"/>
      <w:sz w:val="16"/>
      <w:szCs w:val="16"/>
    </w:rPr>
  </w:style>
  <w:style w:type="character" w:customStyle="1" w:styleId="Cabealho1Carcter">
    <w:name w:val="Cabeçalho 1 Carácter"/>
    <w:basedOn w:val="Tipodeletrapredefinidodopargrafo"/>
    <w:uiPriority w:val="9"/>
    <w:rsid w:val="00FF7B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cter">
    <w:name w:val="Cabeçalho 2 Carácter"/>
    <w:basedOn w:val="Tipodeletrapredefinidodopargrafo"/>
    <w:link w:val="Cabealho2"/>
    <w:semiHidden/>
    <w:rsid w:val="00FF7B33"/>
    <w:rPr>
      <w:rFonts w:ascii="Garamond" w:eastAsia="Times New Roman" w:hAnsi="Garamond"/>
      <w:b/>
      <w:smallCaps/>
      <w:color w:val="800000"/>
      <w:sz w:val="32"/>
    </w:rPr>
  </w:style>
  <w:style w:type="character" w:customStyle="1" w:styleId="Cabealho4Carcter">
    <w:name w:val="Cabeçalho 4 Carácter"/>
    <w:basedOn w:val="Tipodeletrapredefinidodopargrafo"/>
    <w:uiPriority w:val="9"/>
    <w:semiHidden/>
    <w:rsid w:val="00FF7B3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Cabealho5Carcter">
    <w:name w:val="Cabeçalho 5 Carácter"/>
    <w:basedOn w:val="Tipodeletrapredefinidodopargrafo"/>
    <w:link w:val="Cabealho5"/>
    <w:semiHidden/>
    <w:rsid w:val="00FF7B33"/>
    <w:rPr>
      <w:rFonts w:ascii="Tw Cen MT" w:eastAsia="Times New Roman" w:hAnsi="Tw Cen MT"/>
      <w:b/>
      <w:smallCaps/>
      <w:color w:val="800000"/>
      <w:sz w:val="24"/>
      <w:szCs w:val="24"/>
    </w:rPr>
  </w:style>
  <w:style w:type="character" w:customStyle="1" w:styleId="Cabealho6Carcter">
    <w:name w:val="Cabeçalho 6 Carácter"/>
    <w:basedOn w:val="Tipodeletrapredefinidodopargrafo"/>
    <w:uiPriority w:val="9"/>
    <w:semiHidden/>
    <w:rsid w:val="00FF7B3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Cabealho7Carcter">
    <w:name w:val="Cabeçalho 7 Carácter"/>
    <w:basedOn w:val="Tipodeletrapredefinidodopargrafo"/>
    <w:link w:val="Cabealho7"/>
    <w:semiHidden/>
    <w:rsid w:val="00FF7B33"/>
    <w:rPr>
      <w:rFonts w:ascii="Tw Cen MT" w:eastAsia="Times New Roman" w:hAnsi="Tw Cen MT"/>
      <w:b/>
      <w:bCs/>
      <w:i/>
      <w:iCs/>
      <w:smallCaps/>
      <w:color w:val="800000"/>
      <w:sz w:val="28"/>
      <w:szCs w:val="24"/>
    </w:rPr>
  </w:style>
  <w:style w:type="paragraph" w:styleId="NormalWeb">
    <w:name w:val="Normal (Web)"/>
    <w:basedOn w:val="Normal"/>
    <w:semiHidden/>
    <w:unhideWhenUsed/>
    <w:rsid w:val="00FF7B3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orpodetexto">
    <w:name w:val="Body Text"/>
    <w:basedOn w:val="Normal"/>
    <w:link w:val="CorpodetextoCarcter"/>
    <w:unhideWhenUsed/>
    <w:rsid w:val="00FF7B33"/>
    <w:pPr>
      <w:jc w:val="center"/>
    </w:pPr>
    <w:rPr>
      <w:rFonts w:ascii="Verdana" w:hAnsi="Verdana"/>
      <w:b/>
      <w:sz w:val="28"/>
      <w:szCs w:val="20"/>
    </w:rPr>
  </w:style>
  <w:style w:type="character" w:customStyle="1" w:styleId="CorpodetextoCarcter">
    <w:name w:val="Corpo de texto Carácter"/>
    <w:basedOn w:val="Tipodeletrapredefinidodopargrafo"/>
    <w:link w:val="Corpodetexto"/>
    <w:rsid w:val="00FF7B33"/>
    <w:rPr>
      <w:rFonts w:ascii="Verdana" w:eastAsia="Times New Roman" w:hAnsi="Verdana"/>
      <w:b/>
      <w:sz w:val="28"/>
    </w:rPr>
  </w:style>
  <w:style w:type="paragraph" w:styleId="Avanodecorpodetexto">
    <w:name w:val="Body Text Indent"/>
    <w:basedOn w:val="Normal"/>
    <w:link w:val="AvanodecorpodetextoCarcter"/>
    <w:semiHidden/>
    <w:unhideWhenUsed/>
    <w:rsid w:val="00FF7B33"/>
    <w:pPr>
      <w:ind w:firstLine="851"/>
      <w:jc w:val="both"/>
    </w:pPr>
    <w:rPr>
      <w:rFonts w:ascii="Garamond" w:hAnsi="Garamond"/>
      <w:sz w:val="28"/>
      <w:szCs w:val="20"/>
    </w:rPr>
  </w:style>
  <w:style w:type="character" w:customStyle="1" w:styleId="AvanodecorpodetextoCarcter">
    <w:name w:val="Avanço de corpo de texto Carácter"/>
    <w:basedOn w:val="Tipodeletrapredefinidodopargrafo"/>
    <w:link w:val="Avanodecorpodetexto"/>
    <w:semiHidden/>
    <w:rsid w:val="00FF7B33"/>
    <w:rPr>
      <w:rFonts w:ascii="Garamond" w:eastAsia="Times New Roman" w:hAnsi="Garamond"/>
      <w:sz w:val="28"/>
    </w:rPr>
  </w:style>
  <w:style w:type="paragraph" w:styleId="Corpodetexto2">
    <w:name w:val="Body Text 2"/>
    <w:basedOn w:val="Normal"/>
    <w:link w:val="Corpodetexto2Carcter"/>
    <w:semiHidden/>
    <w:unhideWhenUsed/>
    <w:rsid w:val="00FF7B33"/>
    <w:pPr>
      <w:jc w:val="both"/>
    </w:pPr>
    <w:rPr>
      <w:rFonts w:ascii="Garamond" w:hAnsi="Garamond"/>
      <w:bCs/>
      <w:iCs/>
      <w:sz w:val="28"/>
      <w:szCs w:val="20"/>
    </w:rPr>
  </w:style>
  <w:style w:type="character" w:customStyle="1" w:styleId="Corpodetexto2Carcter">
    <w:name w:val="Corpo de texto 2 Carácter"/>
    <w:basedOn w:val="Tipodeletrapredefinidodopargrafo"/>
    <w:link w:val="Corpodetexto2"/>
    <w:semiHidden/>
    <w:rsid w:val="00FF7B33"/>
    <w:rPr>
      <w:rFonts w:ascii="Garamond" w:eastAsia="Times New Roman" w:hAnsi="Garamond"/>
      <w:bCs/>
      <w:iCs/>
      <w:sz w:val="28"/>
    </w:rPr>
  </w:style>
  <w:style w:type="paragraph" w:styleId="Corpodetexto3">
    <w:name w:val="Body Text 3"/>
    <w:basedOn w:val="Normal"/>
    <w:link w:val="Corpodetexto3Carcter"/>
    <w:semiHidden/>
    <w:unhideWhenUsed/>
    <w:rsid w:val="00FF7B33"/>
    <w:pPr>
      <w:jc w:val="center"/>
    </w:pPr>
    <w:rPr>
      <w:rFonts w:ascii="Garamond" w:hAnsi="Garamond"/>
      <w:b/>
      <w:smallCaps/>
      <w:color w:val="800000"/>
      <w:sz w:val="32"/>
      <w:szCs w:val="20"/>
    </w:rPr>
  </w:style>
  <w:style w:type="character" w:customStyle="1" w:styleId="Corpodetexto3Carcter">
    <w:name w:val="Corpo de texto 3 Carácter"/>
    <w:basedOn w:val="Tipodeletrapredefinidodopargrafo"/>
    <w:link w:val="Corpodetexto3"/>
    <w:semiHidden/>
    <w:rsid w:val="00FF7B33"/>
    <w:rPr>
      <w:rFonts w:ascii="Garamond" w:eastAsia="Times New Roman" w:hAnsi="Garamond"/>
      <w:b/>
      <w:smallCaps/>
      <w:color w:val="800000"/>
      <w:sz w:val="32"/>
    </w:rPr>
  </w:style>
  <w:style w:type="character" w:customStyle="1" w:styleId="Cabealho4Carcter1">
    <w:name w:val="Cabeçalho 4 Carácter1"/>
    <w:basedOn w:val="Tipodeletrapredefinidodopargrafo"/>
    <w:link w:val="Cabealho4"/>
    <w:semiHidden/>
    <w:locked/>
    <w:rsid w:val="00FF7B33"/>
    <w:rPr>
      <w:rFonts w:ascii="Tw Cen MT" w:eastAsia="Times New Roman" w:hAnsi="Tw Cen MT"/>
      <w:b/>
      <w:color w:val="800000"/>
      <w:sz w:val="30"/>
      <w:szCs w:val="24"/>
    </w:rPr>
  </w:style>
  <w:style w:type="character" w:customStyle="1" w:styleId="Cabealho1Carcter1">
    <w:name w:val="Cabeçalho 1 Carácter1"/>
    <w:basedOn w:val="Tipodeletrapredefinidodopargrafo"/>
    <w:link w:val="Cabealho1"/>
    <w:locked/>
    <w:rsid w:val="00FF7B33"/>
    <w:rPr>
      <w:rFonts w:ascii="Garamond" w:eastAsia="Times New Roman" w:hAnsi="Garamond"/>
      <w:sz w:val="28"/>
    </w:rPr>
  </w:style>
  <w:style w:type="character" w:customStyle="1" w:styleId="Cabealho6Carcter1">
    <w:name w:val="Cabeçalho 6 Carácter1"/>
    <w:basedOn w:val="Tipodeletrapredefinidodopargrafo"/>
    <w:link w:val="Cabealho6"/>
    <w:semiHidden/>
    <w:locked/>
    <w:rsid w:val="00FF7B33"/>
    <w:rPr>
      <w:rFonts w:ascii="Tw Cen MT" w:eastAsia="Times New Roman" w:hAnsi="Tw Cen MT"/>
      <w:b/>
      <w:iCs/>
      <w:smallCaps/>
      <w:color w:val="800000"/>
      <w:sz w:val="28"/>
      <w:szCs w:val="24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82385A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82385A"/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82385A"/>
    <w:rPr>
      <w:rFonts w:ascii="Times New Roman" w:eastAsia="Times New Roman" w:hAnsi="Times New Roman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82385A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82385A"/>
    <w:rPr>
      <w:rFonts w:ascii="Times New Roman" w:eastAsia="Times New Roman" w:hAnsi="Times New Roman"/>
      <w:b/>
      <w:bCs/>
    </w:rPr>
  </w:style>
  <w:style w:type="paragraph" w:styleId="PargrafodaLista">
    <w:name w:val="List Paragraph"/>
    <w:basedOn w:val="Normal"/>
    <w:uiPriority w:val="34"/>
    <w:qFormat/>
    <w:rsid w:val="006A11E6"/>
    <w:pPr>
      <w:ind w:left="720"/>
      <w:contextualSpacing/>
    </w:pPr>
  </w:style>
  <w:style w:type="paragraph" w:styleId="ndice1">
    <w:name w:val="toc 1"/>
    <w:basedOn w:val="Normal"/>
    <w:next w:val="Normal"/>
    <w:autoRedefine/>
    <w:uiPriority w:val="39"/>
    <w:unhideWhenUsed/>
    <w:rsid w:val="00E133E8"/>
    <w:pPr>
      <w:spacing w:after="100"/>
    </w:pPr>
    <w:rPr>
      <w:rFonts w:ascii="PF DinText Pro" w:hAnsi="PF DinText Pro"/>
    </w:rPr>
  </w:style>
  <w:style w:type="paragraph" w:styleId="ndice2">
    <w:name w:val="toc 2"/>
    <w:basedOn w:val="Normal"/>
    <w:next w:val="Normal"/>
    <w:autoRedefine/>
    <w:uiPriority w:val="39"/>
    <w:unhideWhenUsed/>
    <w:rsid w:val="00E26986"/>
    <w:pPr>
      <w:spacing w:after="100"/>
      <w:ind w:left="240"/>
    </w:pPr>
  </w:style>
  <w:style w:type="paragraph" w:styleId="ndice3">
    <w:name w:val="toc 3"/>
    <w:basedOn w:val="Normal"/>
    <w:next w:val="Normal"/>
    <w:autoRedefine/>
    <w:uiPriority w:val="39"/>
    <w:unhideWhenUsed/>
    <w:rsid w:val="00E26986"/>
    <w:pPr>
      <w:spacing w:after="100"/>
      <w:ind w:left="480"/>
    </w:pPr>
  </w:style>
  <w:style w:type="character" w:styleId="Hiperligao">
    <w:name w:val="Hyperlink"/>
    <w:basedOn w:val="Tipodeletrapredefinidodopargrafo"/>
    <w:uiPriority w:val="99"/>
    <w:unhideWhenUsed/>
    <w:rsid w:val="00E26986"/>
    <w:rPr>
      <w:color w:val="0000FF" w:themeColor="hyperlink"/>
      <w:u w:val="single"/>
    </w:rPr>
  </w:style>
  <w:style w:type="paragraph" w:customStyle="1" w:styleId="1">
    <w:name w:val="1"/>
    <w:basedOn w:val="Cabealho6"/>
    <w:link w:val="1Carcter"/>
    <w:qFormat/>
    <w:rsid w:val="006D54CD"/>
    <w:pPr>
      <w:numPr>
        <w:numId w:val="14"/>
      </w:numPr>
      <w:tabs>
        <w:tab w:val="left" w:pos="284"/>
      </w:tabs>
      <w:ind w:left="0" w:firstLine="0"/>
    </w:pPr>
    <w:rPr>
      <w:rFonts w:ascii="PF DinText Pro" w:hAnsi="PF DinText Pro"/>
      <w:color w:val="548DD4" w:themeColor="text2" w:themeTint="99"/>
      <w:sz w:val="32"/>
      <w:szCs w:val="32"/>
      <w:u w:val="single"/>
    </w:rPr>
  </w:style>
  <w:style w:type="paragraph" w:customStyle="1" w:styleId="11">
    <w:name w:val="1.1"/>
    <w:basedOn w:val="Cabealho2"/>
    <w:link w:val="11Carcter"/>
    <w:qFormat/>
    <w:rsid w:val="006D54CD"/>
    <w:pPr>
      <w:numPr>
        <w:ilvl w:val="1"/>
        <w:numId w:val="14"/>
      </w:numPr>
      <w:tabs>
        <w:tab w:val="left" w:pos="567"/>
      </w:tabs>
      <w:ind w:left="0" w:firstLine="0"/>
      <w:jc w:val="left"/>
    </w:pPr>
    <w:rPr>
      <w:rFonts w:ascii="PF DinText Pro" w:hAnsi="PF DinText Pro"/>
      <w:color w:val="auto"/>
      <w:sz w:val="28"/>
    </w:rPr>
  </w:style>
  <w:style w:type="character" w:customStyle="1" w:styleId="1Carcter">
    <w:name w:val="1 Carácter"/>
    <w:basedOn w:val="Cabealho6Carcter1"/>
    <w:link w:val="1"/>
    <w:rsid w:val="006D54CD"/>
    <w:rPr>
      <w:rFonts w:ascii="PF DinText Pro" w:eastAsia="Times New Roman" w:hAnsi="PF DinText Pro"/>
      <w:b/>
      <w:iCs/>
      <w:smallCaps/>
      <w:color w:val="548DD4" w:themeColor="text2" w:themeTint="99"/>
      <w:sz w:val="32"/>
      <w:szCs w:val="32"/>
      <w:u w:val="single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6D54C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pt-PT"/>
    </w:rPr>
  </w:style>
  <w:style w:type="character" w:customStyle="1" w:styleId="11Carcter">
    <w:name w:val="1.1 Carácter"/>
    <w:basedOn w:val="Cabealho2Carcter"/>
    <w:link w:val="11"/>
    <w:rsid w:val="006D54CD"/>
    <w:rPr>
      <w:rFonts w:ascii="PF DinText Pro" w:eastAsia="Times New Roman" w:hAnsi="PF DinText Pro"/>
      <w:b/>
      <w:smallCaps/>
      <w:color w:val="800000"/>
      <w:sz w:val="28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semiHidden/>
    <w:rsid w:val="006D54C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111">
    <w:name w:val="1.1.1"/>
    <w:basedOn w:val="Normal"/>
    <w:link w:val="111Carcter"/>
    <w:qFormat/>
    <w:rsid w:val="006D54CD"/>
    <w:pPr>
      <w:tabs>
        <w:tab w:val="left" w:pos="0"/>
      </w:tabs>
      <w:jc w:val="both"/>
    </w:pPr>
    <w:rPr>
      <w:rFonts w:ascii="PF DinText Pro" w:hAnsi="PF DinText Pro"/>
      <w:b/>
      <w:bCs/>
    </w:rPr>
  </w:style>
  <w:style w:type="character" w:customStyle="1" w:styleId="111Carcter">
    <w:name w:val="1.1.1 Carácter"/>
    <w:basedOn w:val="Tipodeletrapredefinidodopargrafo"/>
    <w:link w:val="111"/>
    <w:rsid w:val="006D54CD"/>
    <w:rPr>
      <w:rFonts w:ascii="PF DinText Pro" w:eastAsia="Times New Roman" w:hAnsi="PF DinText Pro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1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madeira\Desktop\Folha%20timbrada_CNE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161503E-4CDB-4ABC-8626-D2E259901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timbrada_CNE</Template>
  <TotalTime>1</TotalTime>
  <Pages>5</Pages>
  <Words>1063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Ilda Rodrigues</dc:creator>
  <cp:lastModifiedBy>Ilda Rodrigues</cp:lastModifiedBy>
  <cp:revision>3</cp:revision>
  <cp:lastPrinted>2012-10-31T11:40:00Z</cp:lastPrinted>
  <dcterms:created xsi:type="dcterms:W3CDTF">2012-10-31T11:49:00Z</dcterms:created>
  <dcterms:modified xsi:type="dcterms:W3CDTF">2012-10-31T11:50:00Z</dcterms:modified>
</cp:coreProperties>
</file>